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3402"/>
        <w:gridCol w:w="3969"/>
        <w:gridCol w:w="993"/>
        <w:gridCol w:w="992"/>
      </w:tblGrid>
      <w:tr w:rsidR="003938ED" w:rsidRPr="003938ED" w14:paraId="646797EB" w14:textId="77777777" w:rsidTr="00EA704F">
        <w:trPr>
          <w:trHeight w:val="284"/>
        </w:trPr>
        <w:tc>
          <w:tcPr>
            <w:tcW w:w="40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6DCC4BE1" w14:textId="77777777" w:rsidR="007415F6" w:rsidRPr="003938ED" w:rsidRDefault="00CC1633" w:rsidP="00DC71E3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/>
                <w:color w:val="auto"/>
                <w:sz w:val="20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Identificação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travessia </w:t>
            </w:r>
            <w:r w:rsidR="00687219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 espe</w:t>
            </w:r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cialidade 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</w:t>
            </w:r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Linha/</w:t>
            </w:r>
            <w:proofErr w:type="spellStart"/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</w:t>
            </w:r>
            <w:r w:rsidR="00DB267B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k</w:t>
            </w:r>
            <w:proofErr w:type="spellEnd"/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/Sinalização/RCT+TP/…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):</w:t>
            </w:r>
          </w:p>
        </w:tc>
        <w:tc>
          <w:tcPr>
            <w:tcW w:w="595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187DE4A" w14:textId="77777777" w:rsidR="007415F6" w:rsidRPr="003938ED" w:rsidRDefault="007415F6" w:rsidP="00A11D5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E07" w:rsidRPr="003938ED" w14:paraId="435AF2AB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753C06CF" w14:textId="77777777" w:rsidR="00323E07" w:rsidRDefault="00323E07" w:rsidP="00EA704F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Confirmação que </w:t>
            </w:r>
            <w:proofErr w:type="gramStart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travessia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não se encontram</w:t>
            </w:r>
            <w:proofErr w:type="gram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numa </w:t>
            </w: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zona de curva de transição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Via</w:t>
            </w:r>
          </w:p>
          <w:p w14:paraId="1ADE1762" w14:textId="77777777" w:rsidR="00323E07" w:rsidRPr="003938ED" w:rsidRDefault="00323E07" w:rsidP="00EA704F">
            <w:pPr>
              <w:pStyle w:val="AllCapsHeading"/>
              <w:ind w:left="360"/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(com escala variável e raio progressivo)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33B888" w14:textId="77777777" w:rsidR="00323E07" w:rsidRPr="00A561B4" w:rsidRDefault="00323E07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204265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3B2082" w14:textId="77777777" w:rsidR="00323E07" w:rsidRPr="00A561B4" w:rsidRDefault="00323E07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35341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</w:tr>
      <w:tr w:rsidR="005A5296" w:rsidRPr="003938ED" w14:paraId="5A4EF4BC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131C62FD" w14:textId="77777777" w:rsidR="005A5296" w:rsidRDefault="005A5296" w:rsidP="005A5296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Validação do 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esquisso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do perfil 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da travessia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EE e verificação das medições no terreno </w:t>
            </w:r>
          </w:p>
          <w:p w14:paraId="430E47B8" w14:textId="77777777" w:rsidR="005A5296" w:rsidRPr="007618F8" w:rsidRDefault="005A5296" w:rsidP="005A5296">
            <w:pPr>
              <w:pStyle w:val="AllCapsHeading"/>
              <w:ind w:left="360"/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(se não justifique)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E24672" w14:textId="77777777" w:rsidR="005A5296" w:rsidRPr="00A561B4" w:rsidRDefault="005A5296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153716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B54CC5" w14:textId="77777777" w:rsidR="005A5296" w:rsidRPr="00A561B4" w:rsidRDefault="005A5296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38602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5A5296" w:rsidRPr="00A7716E" w14:paraId="5190E943" w14:textId="77777777" w:rsidTr="00EA704F">
        <w:trPr>
          <w:trHeight w:val="57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20FC1F7" w14:textId="77777777" w:rsidR="005A5296" w:rsidRPr="00A7716E" w:rsidRDefault="005A5296" w:rsidP="00EA704F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2152" w:rsidRPr="003938ED" w14:paraId="5C9F47A7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F518296" w14:textId="77777777" w:rsidR="00DE2152" w:rsidRPr="007618F8" w:rsidRDefault="00DE2152" w:rsidP="00DE2152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Validação do m</w:t>
            </w:r>
            <w:r w:rsidRPr="007618F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otivo e </w:t>
            </w:r>
            <w:proofErr w:type="spellStart"/>
            <w:r w:rsidRPr="007618F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justificaçäo</w:t>
            </w:r>
            <w:proofErr w:type="spellEnd"/>
            <w:r w:rsidRPr="007618F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do pedido de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autorização da EE (se não justifique)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0B86C4" w14:textId="77777777" w:rsidR="00DE2152" w:rsidRPr="00A561B4" w:rsidRDefault="00DE2152" w:rsidP="00DE2152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8428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3DD19E" w14:textId="77777777" w:rsidR="00DE2152" w:rsidRPr="00A561B4" w:rsidRDefault="00DE2152" w:rsidP="00DE2152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35339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323E07" w:rsidRPr="00A7716E" w14:paraId="64B2BCD2" w14:textId="77777777" w:rsidTr="00EA704F">
        <w:trPr>
          <w:trHeight w:val="57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8CC6C7" w14:textId="77777777" w:rsidR="00323E07" w:rsidRPr="00A7716E" w:rsidRDefault="00323E07" w:rsidP="00EA704F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2152" w:rsidRPr="003938ED" w14:paraId="344D564D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802C025" w14:textId="77777777" w:rsidR="00DE2152" w:rsidRPr="007618F8" w:rsidRDefault="005A5296" w:rsidP="00DE2152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Verificação das t</w:t>
            </w:r>
            <w:r w:rsidRPr="00DE2152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ravessias alternativas estudadas </w:t>
            </w:r>
            <w:r w:rsidR="00091AAC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pela EE </w:t>
            </w:r>
            <w:r w:rsidRPr="00DE2152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e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validação da </w:t>
            </w:r>
            <w:r w:rsidRPr="00DE2152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justificação que as mesmas não são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viáveis / </w:t>
            </w:r>
            <w:proofErr w:type="spellStart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execuíveis</w:t>
            </w:r>
            <w:proofErr w:type="spell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(se não justifique)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922EF2" w14:textId="77777777" w:rsidR="00DE2152" w:rsidRPr="00A561B4" w:rsidRDefault="00DE2152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54804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F1FDC24" w14:textId="77777777" w:rsidR="00DE2152" w:rsidRPr="00A561B4" w:rsidRDefault="00DE2152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81175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DE2152" w:rsidRPr="00A7716E" w14:paraId="64B6FCD2" w14:textId="77777777" w:rsidTr="00EA704F">
        <w:trPr>
          <w:trHeight w:val="57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F4A051" w14:textId="77777777" w:rsidR="00DE2152" w:rsidRPr="00A7716E" w:rsidRDefault="00DE2152" w:rsidP="00EA704F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BB0" w:rsidRPr="003938ED" w14:paraId="47A0D278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5B0DE35F" w14:textId="77777777" w:rsidR="00091AAC" w:rsidRDefault="005A5296" w:rsidP="00091AAC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V</w:t>
            </w:r>
            <w:r w:rsidR="00934BB0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alidação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das</w:t>
            </w:r>
            <w:r w:rsidR="00934BB0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</w:t>
            </w:r>
            <w:r w:rsidRPr="00F822D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utras medidas preventivas de problemas de via propostas pel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r w:rsidR="00091AAC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EE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</w:p>
          <w:p w14:paraId="3ED8A09C" w14:textId="77777777" w:rsidR="00934BB0" w:rsidRPr="007618F8" w:rsidRDefault="005A5296" w:rsidP="00091AAC">
            <w:pPr>
              <w:pStyle w:val="AllCapsHeading"/>
              <w:ind w:left="360"/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(se aplicável) </w:t>
            </w:r>
            <w:r w:rsidR="00934BB0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(se não justifique)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964622" w14:textId="77777777" w:rsidR="00934BB0" w:rsidRPr="00A561B4" w:rsidRDefault="00934BB0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10092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0D486F" w14:textId="77777777" w:rsidR="00934BB0" w:rsidRPr="00A561B4" w:rsidRDefault="00934BB0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122332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934BB0" w:rsidRPr="00A7716E" w14:paraId="2F7CF427" w14:textId="77777777" w:rsidTr="00EA704F">
        <w:trPr>
          <w:trHeight w:val="57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B72114" w14:textId="77777777" w:rsidR="00934BB0" w:rsidRPr="00A7716E" w:rsidRDefault="00934BB0" w:rsidP="00EA704F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296" w:rsidRPr="003938ED" w14:paraId="4A5B753B" w14:textId="77777777" w:rsidTr="00EA704F">
        <w:trPr>
          <w:trHeight w:val="284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67AF479E" w14:textId="77777777" w:rsidR="005A5296" w:rsidRPr="007618F8" w:rsidRDefault="005A5296" w:rsidP="00091AAC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 w:rsidRPr="005A52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Avaliação </w:t>
            </w:r>
            <w:r w:rsidR="00091AAC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final da</w:t>
            </w:r>
            <w:r w:rsidRPr="005A52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  <w:r w:rsidR="00091AAC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EF</w:t>
            </w:r>
            <w:r w:rsidRPr="005A52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, incluindo eventuais medidas adicionais a propor</w:t>
            </w:r>
            <w:r w:rsidR="00091AAC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(se aplicável)</w:t>
            </w:r>
          </w:p>
        </w:tc>
      </w:tr>
      <w:tr w:rsidR="005A5296" w:rsidRPr="00A7716E" w14:paraId="5A3552B5" w14:textId="77777777" w:rsidTr="00EA704F">
        <w:trPr>
          <w:trHeight w:val="64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AD2370" w14:textId="77777777" w:rsidR="005A5296" w:rsidRPr="00091AAC" w:rsidRDefault="00091AAC" w:rsidP="00091AAC">
            <w:pPr>
              <w:tabs>
                <w:tab w:val="left" w:pos="-1985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7716E">
              <w:rPr>
                <w:rFonts w:ascii="Arial" w:hAnsi="Arial" w:cs="Arial"/>
                <w:sz w:val="18"/>
                <w:szCs w:val="18"/>
              </w:rPr>
              <w:t xml:space="preserve">Texto </w:t>
            </w:r>
            <w:r>
              <w:rPr>
                <w:rFonts w:ascii="Arial" w:hAnsi="Arial" w:cs="Arial"/>
                <w:sz w:val="18"/>
                <w:szCs w:val="18"/>
              </w:rPr>
              <w:t>com a a</w:t>
            </w:r>
            <w:r w:rsidRPr="00091AAC">
              <w:rPr>
                <w:rFonts w:ascii="Arial" w:hAnsi="Arial" w:cs="Arial"/>
                <w:sz w:val="18"/>
                <w:szCs w:val="16"/>
              </w:rPr>
              <w:t xml:space="preserve">valiação </w:t>
            </w:r>
            <w:r>
              <w:rPr>
                <w:rFonts w:ascii="Arial" w:hAnsi="Arial" w:cs="Arial"/>
                <w:sz w:val="18"/>
                <w:szCs w:val="16"/>
              </w:rPr>
              <w:t>final da</w:t>
            </w:r>
            <w:r w:rsidRPr="00091AAC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Entidade Fiscalizadora</w:t>
            </w:r>
            <w:r w:rsidRPr="00091AAC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556114" w:rsidRPr="003938ED" w14:paraId="7E1B2855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4AB2CD7C" w14:textId="77777777" w:rsidR="00556114" w:rsidRPr="007618F8" w:rsidRDefault="00556114" w:rsidP="00556114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Medidas adicionais propostas</w:t>
            </w:r>
            <w:r w:rsidRPr="00F822D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pel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 EF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81DED2" w14:textId="77777777" w:rsidR="00556114" w:rsidRPr="00A561B4" w:rsidRDefault="00556114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97359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5B5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4DF0C9" w14:textId="77777777" w:rsidR="00556114" w:rsidRPr="00A561B4" w:rsidRDefault="00556114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46635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556114" w:rsidRPr="00A7716E" w14:paraId="6AE1966C" w14:textId="77777777" w:rsidTr="00EA704F">
        <w:trPr>
          <w:trHeight w:val="190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72E7327F" w14:textId="77777777" w:rsidR="00556114" w:rsidRPr="00556114" w:rsidRDefault="00556114" w:rsidP="001427C6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561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356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892873" w14:textId="77777777" w:rsidR="00556114" w:rsidRPr="00556114" w:rsidRDefault="00556114" w:rsidP="0055611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114" w:rsidRPr="00A7716E" w14:paraId="445A6C09" w14:textId="77777777" w:rsidTr="00EA704F">
        <w:trPr>
          <w:trHeight w:val="190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B54947C" w14:textId="77777777" w:rsidR="00556114" w:rsidRPr="00556114" w:rsidRDefault="00556114" w:rsidP="001427C6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5611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D13E94" w14:textId="77777777" w:rsidR="00556114" w:rsidRPr="00556114" w:rsidRDefault="00556114" w:rsidP="00EA704F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EF7EEB" w14:textId="77777777" w:rsidR="002232C7" w:rsidRPr="001C5195" w:rsidRDefault="002232C7" w:rsidP="001C5195">
      <w:pPr>
        <w:pStyle w:val="PargrafodaLista"/>
        <w:tabs>
          <w:tab w:val="left" w:pos="-1985"/>
        </w:tabs>
        <w:ind w:left="0"/>
        <w:rPr>
          <w:rFonts w:ascii="Arial Narrow" w:hAnsi="Arial Narrow" w:cs="Arial"/>
          <w:sz w:val="12"/>
          <w:szCs w:val="16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7371"/>
        <w:gridCol w:w="1134"/>
        <w:gridCol w:w="851"/>
      </w:tblGrid>
      <w:tr w:rsidR="001C5195" w:rsidRPr="003938ED" w14:paraId="0C93CB6B" w14:textId="77777777" w:rsidTr="001C5195">
        <w:trPr>
          <w:trHeight w:val="56"/>
        </w:trPr>
        <w:tc>
          <w:tcPr>
            <w:tcW w:w="798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0DE4DB8F" w14:textId="77777777" w:rsidR="001C5195" w:rsidRPr="007618F8" w:rsidRDefault="001C5195" w:rsidP="001C5195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Anexos: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FC7BCCA" w14:textId="77777777" w:rsidR="001C5195" w:rsidRPr="00A561B4" w:rsidRDefault="001C5195" w:rsidP="001C5195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42363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A261EE" w14:textId="77777777" w:rsidR="001C5195" w:rsidRPr="00A561B4" w:rsidRDefault="001C5195" w:rsidP="001C5195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67540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C5195" w:rsidRPr="00A7716E" w14:paraId="2FC9757B" w14:textId="77777777" w:rsidTr="001C5195">
        <w:trPr>
          <w:trHeight w:val="190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1CEF8730" w14:textId="77777777" w:rsidR="001C5195" w:rsidRPr="00556114" w:rsidRDefault="001427C6" w:rsidP="001427C6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C5195" w:rsidRPr="005561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220292" w14:textId="19ECD28D" w:rsidR="001C5195" w:rsidRPr="00556114" w:rsidRDefault="006772D3" w:rsidP="001C519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Parte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I  –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 xml:space="preserve"> Pedido da EE ref.</w:t>
            </w:r>
            <w:r w:rsidRPr="0082782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88147C" w:rsidRPr="0088147C">
              <w:rPr>
                <w:rFonts w:ascii="Arial" w:hAnsi="Arial" w:cs="Arial"/>
                <w:sz w:val="18"/>
                <w:szCs w:val="16"/>
                <w:highlight w:val="yellow"/>
              </w:rPr>
              <w:t>XXXXX</w:t>
            </w:r>
            <w:r w:rsidR="007F21FE" w:rsidRPr="007F21FE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82782D">
              <w:rPr>
                <w:rFonts w:ascii="Arial" w:hAnsi="Arial" w:cs="Arial"/>
                <w:sz w:val="18"/>
                <w:szCs w:val="16"/>
              </w:rPr>
              <w:t xml:space="preserve">de </w:t>
            </w:r>
            <w:sdt>
              <w:sdtPr>
                <w:rPr>
                  <w:rFonts w:ascii="Arial" w:hAnsi="Arial" w:cs="Arial"/>
                  <w:sz w:val="18"/>
                  <w:szCs w:val="18"/>
                  <w:highlight w:val="yellow"/>
                </w:rPr>
                <w:id w:val="525448065"/>
                <w:placeholder>
                  <w:docPart w:val="0FF10ABF0C06418E914CC315B79E7AF0"/>
                </w:placeholder>
                <w:date>
                  <w:dateFormat w:val="yyyy-MM-dd"/>
                  <w:lid w:val="pt-PT"/>
                  <w:storeMappedDataAs w:val="dateTime"/>
                  <w:calendar w:val="gregorian"/>
                </w:date>
              </w:sdtPr>
              <w:sdtEndPr/>
              <w:sdtContent>
                <w:proofErr w:type="spellStart"/>
                <w:r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aaaa</w:t>
                </w:r>
                <w:proofErr w:type="spellEnd"/>
                <w:r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-mm-</w:t>
                </w:r>
                <w:proofErr w:type="spellStart"/>
                <w:r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dd</w:t>
                </w:r>
                <w:proofErr w:type="spellEnd"/>
              </w:sdtContent>
            </w:sdt>
          </w:p>
        </w:tc>
      </w:tr>
      <w:tr w:rsidR="001C5195" w:rsidRPr="00A7716E" w14:paraId="2441CD9E" w14:textId="77777777" w:rsidTr="001C5195">
        <w:trPr>
          <w:trHeight w:val="190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EACAC60" w14:textId="77777777" w:rsidR="001C5195" w:rsidRPr="00556114" w:rsidRDefault="001427C6" w:rsidP="001427C6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C5195" w:rsidRPr="0055611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5DBDA9" w14:textId="77777777" w:rsidR="001C5195" w:rsidRPr="00556114" w:rsidRDefault="001C5195" w:rsidP="001C519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79FC58" w14:textId="77777777" w:rsidR="001C5195" w:rsidRPr="001C5195" w:rsidRDefault="001C5195" w:rsidP="001C5195">
      <w:pPr>
        <w:pStyle w:val="PargrafodaLista"/>
        <w:tabs>
          <w:tab w:val="left" w:pos="-1985"/>
        </w:tabs>
        <w:ind w:left="0"/>
        <w:rPr>
          <w:rFonts w:ascii="Arial Narrow" w:hAnsi="Arial Narrow" w:cs="Arial"/>
          <w:sz w:val="12"/>
          <w:szCs w:val="16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8647"/>
        <w:gridCol w:w="709"/>
      </w:tblGrid>
      <w:tr w:rsidR="001C5195" w:rsidRPr="003938ED" w14:paraId="63014374" w14:textId="77777777" w:rsidTr="001C5195">
        <w:trPr>
          <w:trHeight w:val="284"/>
        </w:trPr>
        <w:tc>
          <w:tcPr>
            <w:tcW w:w="997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61D27C8E" w14:textId="77777777" w:rsidR="001C5195" w:rsidRPr="009A25B5" w:rsidRDefault="001C5195" w:rsidP="001C5195">
            <w:pPr>
              <w:pStyle w:val="PargrafodaLista"/>
              <w:numPr>
                <w:ilvl w:val="0"/>
                <w:numId w:val="39"/>
              </w:numP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</w:pPr>
            <w:r w:rsidRPr="009A25B5"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 xml:space="preserve">PROPOSTA DA ENTIDADE FISCALIZADORA AO DONO DA OBRA (DO): </w:t>
            </w:r>
          </w:p>
        </w:tc>
      </w:tr>
      <w:tr w:rsidR="001C5195" w:rsidRPr="00A7716E" w14:paraId="2668962C" w14:textId="77777777" w:rsidTr="001C5195">
        <w:trPr>
          <w:trHeight w:val="174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42859A3F" w14:textId="77777777" w:rsidR="001C5195" w:rsidRPr="00EA704F" w:rsidRDefault="001C5195" w:rsidP="001427C6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7B4C50" w14:textId="77777777" w:rsidR="001C5195" w:rsidRPr="00556114" w:rsidRDefault="001C5195" w:rsidP="001C5195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 w:rsidRPr="00EA704F">
              <w:rPr>
                <w:rFonts w:ascii="Arial" w:hAnsi="Arial" w:cs="Arial"/>
                <w:sz w:val="18"/>
                <w:szCs w:val="18"/>
              </w:rPr>
              <w:t>A EF valida a proposta da EE e pro</w:t>
            </w:r>
            <w:r>
              <w:rPr>
                <w:rFonts w:ascii="Arial" w:hAnsi="Arial" w:cs="Arial"/>
                <w:sz w:val="18"/>
                <w:szCs w:val="18"/>
              </w:rPr>
              <w:t>põe ao DO a execução sem ressalv</w:t>
            </w:r>
            <w:r w:rsidR="005817F1">
              <w:rPr>
                <w:rFonts w:ascii="Arial" w:hAnsi="Arial" w:cs="Arial"/>
                <w:sz w:val="18"/>
                <w:szCs w:val="18"/>
              </w:rPr>
              <w:t>as.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2B6259" w14:textId="5AD8851F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67B7BE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0.2pt;height:9.6pt" o:ole="">
                  <v:imagedata r:id="rId9" o:title=""/>
                </v:shape>
                <w:control r:id="rId10" w:name="OptionButton1" w:shapeid="_x0000_i1036"/>
              </w:object>
            </w:r>
          </w:p>
        </w:tc>
      </w:tr>
      <w:tr w:rsidR="001C5195" w:rsidRPr="00A7716E" w14:paraId="28B1368A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1555E569" w14:textId="77777777" w:rsidR="001C5195" w:rsidRPr="00EA704F" w:rsidRDefault="001C5195" w:rsidP="001427C6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4EB54E" w14:textId="77777777" w:rsidR="001C5195" w:rsidRPr="00556114" w:rsidRDefault="001C5195" w:rsidP="001C5195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 w:rsidRPr="00EA704F">
              <w:rPr>
                <w:rFonts w:ascii="Arial" w:hAnsi="Arial" w:cs="Arial"/>
                <w:sz w:val="18"/>
                <w:szCs w:val="18"/>
              </w:rPr>
              <w:t>A EF valida a proposta da EE e pro</w:t>
            </w:r>
            <w:r>
              <w:rPr>
                <w:rFonts w:ascii="Arial" w:hAnsi="Arial" w:cs="Arial"/>
                <w:sz w:val="18"/>
                <w:szCs w:val="18"/>
              </w:rPr>
              <w:t>põe ao DO a execução com ressalv</w:t>
            </w:r>
            <w:r w:rsidR="005817F1">
              <w:rPr>
                <w:rFonts w:ascii="Arial" w:hAnsi="Arial" w:cs="Arial"/>
                <w:sz w:val="18"/>
                <w:szCs w:val="18"/>
              </w:rPr>
              <w:t>as (acima indicadas</w:t>
            </w:r>
            <w:r w:rsidRPr="00EA704F">
              <w:rPr>
                <w:rFonts w:ascii="Arial" w:hAnsi="Arial" w:cs="Arial"/>
                <w:sz w:val="18"/>
                <w:szCs w:val="18"/>
              </w:rPr>
              <w:t>)</w:t>
            </w:r>
            <w:r w:rsidR="005817F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8E21BE" w14:textId="2BB6A898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0F21EF71">
                <v:shape id="_x0000_i1038" type="#_x0000_t75" style="width:10.2pt;height:9.6pt" o:ole="">
                  <v:imagedata r:id="rId11" o:title=""/>
                </v:shape>
                <w:control r:id="rId12" w:name="OptionButton11" w:shapeid="_x0000_i1038"/>
              </w:object>
            </w:r>
          </w:p>
        </w:tc>
      </w:tr>
      <w:tr w:rsidR="001C5195" w:rsidRPr="00A7716E" w14:paraId="11FC128E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31860EAC" w14:textId="77777777" w:rsidR="001C5195" w:rsidRPr="00EA704F" w:rsidRDefault="001C5195" w:rsidP="001427C6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ED9B58" w14:textId="77777777" w:rsidR="001C5195" w:rsidRPr="00556114" w:rsidRDefault="001C5195" w:rsidP="008072D2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 w:rsidRPr="00EA704F">
              <w:rPr>
                <w:rFonts w:ascii="Arial" w:hAnsi="Arial" w:cs="Arial"/>
                <w:sz w:val="18"/>
                <w:szCs w:val="18"/>
              </w:rPr>
              <w:t>A EF não valida a proposta da EE e propõe ao DO a não execução (</w:t>
            </w:r>
            <w:r w:rsidR="008072D2">
              <w:rPr>
                <w:rFonts w:ascii="Arial" w:hAnsi="Arial" w:cs="Arial"/>
                <w:sz w:val="18"/>
                <w:szCs w:val="18"/>
              </w:rPr>
              <w:t>justificação</w:t>
            </w:r>
            <w:r w:rsidRPr="00EA704F">
              <w:rPr>
                <w:rFonts w:ascii="Arial" w:hAnsi="Arial" w:cs="Arial"/>
                <w:sz w:val="18"/>
                <w:szCs w:val="18"/>
              </w:rPr>
              <w:t xml:space="preserve"> acima)</w:t>
            </w:r>
            <w:r w:rsidR="005817F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6D8E61" w14:textId="1570C567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23EB7CA6">
                <v:shape id="_x0000_i1040" type="#_x0000_t75" style="width:10.2pt;height:9.6pt" o:ole="">
                  <v:imagedata r:id="rId11" o:title=""/>
                </v:shape>
                <w:control r:id="rId13" w:name="OptionButton12" w:shapeid="_x0000_i1040"/>
              </w:object>
            </w:r>
          </w:p>
        </w:tc>
      </w:tr>
      <w:tr w:rsidR="001C5195" w:rsidRPr="00A7716E" w14:paraId="0DAC0DB1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E609A0C" w14:textId="77777777" w:rsidR="001C5195" w:rsidRPr="00EA704F" w:rsidRDefault="001C5195" w:rsidP="001427C6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026446" w14:textId="77777777" w:rsidR="001C5195" w:rsidRPr="00556114" w:rsidRDefault="001C5195" w:rsidP="001C5195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EF …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CDA7D3" w14:textId="7A8E2BFF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1C19A16E">
                <v:shape id="_x0000_i1042" type="#_x0000_t75" style="width:10.2pt;height:9.6pt" o:ole="">
                  <v:imagedata r:id="rId11" o:title=""/>
                </v:shape>
                <w:control r:id="rId14" w:name="OptionButton13" w:shapeid="_x0000_i1042"/>
              </w:object>
            </w:r>
          </w:p>
        </w:tc>
      </w:tr>
    </w:tbl>
    <w:p w14:paraId="1C95F015" w14:textId="6B1224FE" w:rsidR="00D762C1" w:rsidRDefault="00D762C1" w:rsidP="001C5195">
      <w:pPr>
        <w:pStyle w:val="AllCapsHeading"/>
        <w:rPr>
          <w:rFonts w:ascii="Arial" w:hAnsi="Arial" w:cs="Arial"/>
          <w:sz w:val="12"/>
          <w:szCs w:val="12"/>
        </w:rPr>
      </w:pPr>
    </w:p>
    <w:p w14:paraId="322210FF" w14:textId="77777777" w:rsidR="00D762C1" w:rsidRDefault="00D762C1">
      <w:pPr>
        <w:jc w:val="left"/>
        <w:rPr>
          <w:rFonts w:ascii="Arial" w:hAnsi="Arial" w:cs="Arial"/>
          <w:b/>
          <w:caps/>
          <w:color w:val="808080"/>
          <w:spacing w:val="4"/>
          <w:sz w:val="12"/>
          <w:szCs w:val="12"/>
          <w:lang w:val="en-US" w:bidi="en-US"/>
        </w:rPr>
      </w:pPr>
      <w:r>
        <w:rPr>
          <w:rFonts w:ascii="Arial" w:hAnsi="Arial" w:cs="Arial"/>
          <w:sz w:val="12"/>
          <w:szCs w:val="12"/>
        </w:rPr>
        <w:br w:type="page"/>
      </w:r>
    </w:p>
    <w:p w14:paraId="6F5D5852" w14:textId="77777777" w:rsidR="00687219" w:rsidRDefault="00687219" w:rsidP="001C5195">
      <w:pPr>
        <w:pStyle w:val="AllCapsHeading"/>
        <w:rPr>
          <w:rFonts w:ascii="Arial" w:hAnsi="Arial" w:cs="Arial"/>
          <w:sz w:val="12"/>
          <w:szCs w:val="12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1185"/>
        <w:gridCol w:w="1701"/>
        <w:gridCol w:w="2268"/>
        <w:gridCol w:w="1843"/>
        <w:gridCol w:w="2977"/>
      </w:tblGrid>
      <w:tr w:rsidR="00687219" w:rsidRPr="003938ED" w14:paraId="7F5F320D" w14:textId="77777777" w:rsidTr="005C105D">
        <w:trPr>
          <w:trHeight w:val="284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F28129F" w14:textId="77777777" w:rsidR="00687219" w:rsidRPr="009A25B5" w:rsidRDefault="00687219" w:rsidP="00687219">
            <w:pPr>
              <w:pStyle w:val="PargrafodaLista"/>
              <w:numPr>
                <w:ilvl w:val="0"/>
                <w:numId w:val="39"/>
              </w:numP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</w:pPr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>A E</w:t>
            </w:r>
            <w:r w:rsidRPr="00687219"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>nditadade Fiscalizadora</w:t>
            </w:r>
          </w:p>
        </w:tc>
      </w:tr>
      <w:tr w:rsidR="00687219" w:rsidRPr="00A7716E" w14:paraId="3EC0074A" w14:textId="77777777" w:rsidTr="00591A44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102A31" w14:textId="77777777" w:rsidR="00687219" w:rsidRPr="004360E7" w:rsidRDefault="00687219" w:rsidP="00687219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2F4AE1" w14:textId="77777777" w:rsidR="00687219" w:rsidRPr="001E6BD6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58729B" w14:textId="77777777" w:rsidR="00687219" w:rsidRPr="001E6BD6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2317F1F" w14:textId="77777777" w:rsidR="00687219" w:rsidRPr="001E6BD6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E6A7CC" w14:textId="77777777" w:rsidR="00687219" w:rsidRPr="001E6BD6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</w:p>
        </w:tc>
      </w:tr>
      <w:tr w:rsidR="00687219" w:rsidRPr="00A7716E" w14:paraId="7388D5B1" w14:textId="77777777" w:rsidTr="00591A44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E474FA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Elaborou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688585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ED70BF8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017537711"/>
              <w:placeholder>
                <w:docPart w:val="CB43C3EC113D4F94B1108161CC92AE5D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AF2FBF7" w14:textId="77777777" w:rsidR="00687219" w:rsidRPr="007A6AE5" w:rsidRDefault="00687219" w:rsidP="00687219">
                <w:pPr>
                  <w:spacing w:before="60" w:after="60" w:line="259" w:lineRule="auto"/>
                  <w:ind w:left="184"/>
                  <w:jc w:val="left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B90886" w14:textId="011696F7" w:rsidR="00687219" w:rsidRPr="004360E7" w:rsidRDefault="00A10D8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43195F22">
                <v:shape id="_x0000_i1033" type="#_x0000_t75" alt="Linha de Assinatura do Microsoft Office..." style="width:138.6pt;height:30pt">
                  <v:imagedata r:id="rId15" o:title=""/>
                  <o:lock v:ext="edit" ungrouping="t" rotation="t" cropping="t" verticies="t" text="t" grouping="t"/>
                  <o:signatureline v:ext="edit" id="{562A5C5E-6ACC-4DB6-8056-3DA75C63788C}" provid="{00000000-0000-0000-0000-000000000000}" issignatureline="t"/>
                </v:shape>
              </w:pict>
            </w:r>
          </w:p>
        </w:tc>
      </w:tr>
      <w:tr w:rsidR="00687219" w:rsidRPr="00A7716E" w14:paraId="2ADE74B0" w14:textId="77777777" w:rsidTr="00591A44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7ADF69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D99F93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CBC1D6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707494742"/>
              <w:placeholder>
                <w:docPart w:val="B962A2F56B5D4B6989984F35A5A50567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1D81D43" w14:textId="77777777" w:rsidR="00687219" w:rsidRPr="007A6AE5" w:rsidRDefault="00687219" w:rsidP="00687219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</w:sdtContent>
          </w:sdt>
        </w:tc>
        <w:tc>
          <w:tcPr>
            <w:tcW w:w="2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E76A1B" w14:textId="04D6355B" w:rsidR="00687219" w:rsidRPr="004360E7" w:rsidRDefault="00A10D8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71848B05">
                <v:shape id="_x0000_i1034" type="#_x0000_t75" alt="Linha de Assinatura do Microsoft Office..." style="width:138.6pt;height:30pt">
                  <v:imagedata r:id="rId15" o:title=""/>
                  <o:lock v:ext="edit" ungrouping="t" rotation="t" cropping="t" verticies="t" text="t" grouping="t"/>
                  <o:signatureline v:ext="edit" id="{F2D7E6B9-7B65-46B8-AC29-B3D9838FAA21}" provid="{00000000-0000-0000-0000-000000000000}" issignatureline="t"/>
                </v:shape>
              </w:pict>
            </w:r>
          </w:p>
        </w:tc>
      </w:tr>
      <w:tr w:rsidR="00687219" w:rsidRPr="00A7716E" w14:paraId="591AA255" w14:textId="77777777" w:rsidTr="00591A44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2F467A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AF7530" w14:textId="60E234EF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2F751F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Diretor de Fiscalização</w:t>
            </w: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46345751"/>
              <w:placeholder>
                <w:docPart w:val="DB1FA48A101A445BAFF414E16A5CD9E8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74AD196C" w14:textId="77777777" w:rsidR="00687219" w:rsidRPr="00D762C1" w:rsidRDefault="00687219" w:rsidP="00687219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 w:rsidRPr="00D762C1">
                  <w:rPr>
                    <w:rFonts w:ascii="Arial" w:hAnsi="Arial" w:cs="Arial"/>
                    <w:sz w:val="18"/>
                    <w:szCs w:val="18"/>
                  </w:rPr>
                  <w:t xml:space="preserve">aaaa-mm-dd </w:t>
                </w:r>
              </w:p>
            </w:sdtContent>
          </w:sdt>
        </w:tc>
        <w:tc>
          <w:tcPr>
            <w:tcW w:w="2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B54B68" w14:textId="5AD81CA5" w:rsidR="00687219" w:rsidRPr="004360E7" w:rsidRDefault="00A10D8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28C9A553">
                <v:shape id="_x0000_i1035" type="#_x0000_t75" alt="Linha de Assinatura do Microsoft Office..." style="width:138.6pt;height:30pt">
                  <v:imagedata r:id="rId15" o:title=""/>
                  <o:lock v:ext="edit" ungrouping="t" rotation="t" cropping="t" verticies="t" text="t" grouping="t"/>
                  <o:signatureline v:ext="edit" id="{C5544603-B9D7-4E58-8DD1-88D2685C8776}" provid="{00000000-0000-0000-0000-000000000000}" issignatureline="t"/>
                </v:shape>
              </w:pict>
            </w:r>
          </w:p>
        </w:tc>
      </w:tr>
    </w:tbl>
    <w:p w14:paraId="6DD270A4" w14:textId="77777777" w:rsidR="00687219" w:rsidRPr="00687219" w:rsidRDefault="00687219" w:rsidP="001C5195">
      <w:pPr>
        <w:pStyle w:val="AllCapsHeading"/>
        <w:rPr>
          <w:rFonts w:ascii="Arial" w:hAnsi="Arial" w:cs="Arial"/>
          <w:sz w:val="12"/>
          <w:szCs w:val="12"/>
          <w:lang w:val="pt-PT"/>
        </w:rPr>
      </w:pPr>
    </w:p>
    <w:p w14:paraId="3D3834A5" w14:textId="77777777" w:rsidR="001C5195" w:rsidRPr="00687219" w:rsidRDefault="001C5195" w:rsidP="001C5195">
      <w:pPr>
        <w:pStyle w:val="AllCapsHeading"/>
        <w:rPr>
          <w:rFonts w:ascii="Arial" w:hAnsi="Arial" w:cs="Arial"/>
          <w:sz w:val="12"/>
          <w:szCs w:val="12"/>
          <w:lang w:val="pt-PT"/>
        </w:rPr>
      </w:pPr>
    </w:p>
    <w:p w14:paraId="30487B87" w14:textId="77777777" w:rsidR="001C5195" w:rsidRPr="00687219" w:rsidRDefault="001C5195" w:rsidP="001C5195">
      <w:pPr>
        <w:pStyle w:val="AllCapsHeading"/>
        <w:rPr>
          <w:rFonts w:ascii="Arial" w:hAnsi="Arial" w:cs="Arial"/>
          <w:sz w:val="12"/>
          <w:szCs w:val="12"/>
          <w:lang w:val="pt-PT"/>
        </w:rPr>
      </w:pPr>
    </w:p>
    <w:sectPr w:rsidR="001C5195" w:rsidRPr="00687219" w:rsidSect="00DB267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3" w:h="16834"/>
      <w:pgMar w:top="680" w:right="573" w:bottom="567" w:left="1418" w:header="680" w:footer="629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DD1E" w14:textId="77777777" w:rsidR="001C5195" w:rsidRDefault="001C5195">
      <w:r>
        <w:separator/>
      </w:r>
    </w:p>
  </w:endnote>
  <w:endnote w:type="continuationSeparator" w:id="0">
    <w:p w14:paraId="6DFBABDD" w14:textId="77777777" w:rsidR="001C5195" w:rsidRDefault="001C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B852" w14:textId="77777777" w:rsidR="00A10D89" w:rsidRDefault="00A10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E804" w14:textId="40CE9670" w:rsidR="001C5195" w:rsidRPr="00F935F3" w:rsidRDefault="001C5195" w:rsidP="009252A4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jc w:val="left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77407A" wp14:editId="4FF17172">
              <wp:simplePos x="0" y="0"/>
              <wp:positionH relativeFrom="column">
                <wp:posOffset>6046470</wp:posOffset>
              </wp:positionH>
              <wp:positionV relativeFrom="paragraph">
                <wp:posOffset>73660</wp:posOffset>
              </wp:positionV>
              <wp:extent cx="239395" cy="178435"/>
              <wp:effectExtent l="0" t="0" r="8255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395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C99F62E" w14:textId="77777777" w:rsidR="001C5195" w:rsidRPr="00335EFE" w:rsidRDefault="001C5195" w:rsidP="0007214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 w:rsidR="006D0A9C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 w:rsidR="006D0A9C"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1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72D91E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6.1pt;margin-top:5.8pt;width:18.85pt;height:1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" stroked="f">
              <v:textbox inset="0,0,0,0">
                <w:txbxContent>
                  <w:p w:rsidR="001C5195" w:rsidRPr="00335EFE" w:rsidRDefault="001C5195" w:rsidP="0007214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 w:rsidR="006D0A9C"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1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 w:rsidR="006D0A9C"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1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proofErr w:type="gramStart"/>
    <w:r w:rsidRPr="00F935F3">
      <w:rPr>
        <w:rFonts w:ascii="Arial" w:hAnsi="Arial"/>
        <w:color w:val="808080" w:themeColor="background1" w:themeShade="80"/>
        <w:sz w:val="16"/>
        <w:szCs w:val="16"/>
      </w:rPr>
      <w:t>Ficheiro:..</w:t>
    </w:r>
    <w:proofErr w:type="gramEnd"/>
    <w:r w:rsidRPr="00F935F3">
      <w:rPr>
        <w:rFonts w:ascii="Arial" w:hAnsi="Arial"/>
        <w:color w:val="808080" w:themeColor="background1" w:themeShade="80"/>
        <w:sz w:val="16"/>
        <w:szCs w:val="16"/>
      </w:rPr>
      <w:t>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4264EE">
      <w:rPr>
        <w:rFonts w:ascii="Arial" w:hAnsi="Arial"/>
        <w:noProof/>
        <w:color w:val="808080" w:themeColor="background1" w:themeShade="80"/>
        <w:sz w:val="16"/>
        <w:szCs w:val="16"/>
      </w:rPr>
      <w:t>aammdd_EF-DO_[Ref_EF]_Travessia_Céu_Aberto-Parte_II.docx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4388" w14:textId="77777777" w:rsidR="00A10D89" w:rsidRDefault="00A10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7EF8" w14:textId="77777777" w:rsidR="001C5195" w:rsidRDefault="001C5195">
      <w:r>
        <w:separator/>
      </w:r>
    </w:p>
  </w:footnote>
  <w:footnote w:type="continuationSeparator" w:id="0">
    <w:p w14:paraId="4D25811A" w14:textId="77777777" w:rsidR="001C5195" w:rsidRDefault="001C5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086F" w14:textId="77777777" w:rsidR="00A10D89" w:rsidRDefault="00A10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2099"/>
      <w:gridCol w:w="993"/>
      <w:gridCol w:w="1984"/>
      <w:gridCol w:w="2410"/>
    </w:tblGrid>
    <w:tr w:rsidR="001C5195" w:rsidRPr="00E4071A" w14:paraId="60185B7C" w14:textId="77777777" w:rsidTr="007B2F1C">
      <w:trPr>
        <w:trHeight w:val="439"/>
      </w:trPr>
      <w:tc>
        <w:tcPr>
          <w:tcW w:w="1728" w:type="dxa"/>
          <w:vMerge w:val="restart"/>
        </w:tcPr>
        <w:p w14:paraId="4FFE677C" w14:textId="77777777" w:rsidR="001C5195" w:rsidRPr="00ED0E1F" w:rsidRDefault="001C5195" w:rsidP="00ED0E1F">
          <w:r>
            <w:rPr>
              <w:rFonts w:ascii="Arial" w:hAnsi="Arial" w:cs="Arial"/>
              <w:noProof/>
              <w:sz w:val="20"/>
              <w:lang w:eastAsia="pt-PT"/>
            </w:rPr>
            <w:drawing>
              <wp:inline distT="0" distB="0" distL="0" distR="0" wp14:anchorId="29B83C99" wp14:editId="1BF98530">
                <wp:extent cx="1034415" cy="688975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P-LogoVert-RGB_300x200px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gridSpan w:val="4"/>
          <w:vMerge w:val="restart"/>
        </w:tcPr>
        <w:p w14:paraId="6DD4D071" w14:textId="77777777" w:rsidR="001C5195" w:rsidRPr="00C9198A" w:rsidRDefault="001C5195" w:rsidP="00C9198A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184D7B6F" w14:textId="79A82983" w:rsidR="001C5195" w:rsidRPr="007F193D" w:rsidRDefault="007F21FE" w:rsidP="0086671C">
          <w:pPr>
            <w:spacing w:after="60"/>
            <w:jc w:val="left"/>
            <w:rPr>
              <w:rFonts w:ascii="Arial" w:hAnsi="Arial" w:cs="Arial"/>
              <w:b/>
              <w:i/>
              <w:sz w:val="20"/>
            </w:rPr>
          </w:pPr>
          <w:r w:rsidRPr="00B038E6">
            <w:rPr>
              <w:rFonts w:ascii="Arial" w:hAnsi="Arial" w:cs="Arial"/>
              <w:i/>
              <w:color w:val="808080" w:themeColor="background1" w:themeShade="80"/>
              <w:sz w:val="20"/>
              <w:highlight w:val="yellow"/>
            </w:rPr>
            <w:t>Designação do contrato</w:t>
          </w:r>
        </w:p>
      </w:tc>
      <w:tc>
        <w:tcPr>
          <w:tcW w:w="2410" w:type="dxa"/>
        </w:tcPr>
        <w:p w14:paraId="6F8518E1" w14:textId="5BD79D61" w:rsidR="001C5195" w:rsidRPr="00E4071A" w:rsidRDefault="001C5195" w:rsidP="0086671C">
          <w:pPr>
            <w:spacing w:before="120" w:after="12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18"/>
            </w:rPr>
            <w:t xml:space="preserve">CONTRATO: </w:t>
          </w:r>
          <w:r w:rsidR="007F21FE" w:rsidRPr="00B038E6">
            <w:rPr>
              <w:rFonts w:ascii="Arial" w:hAnsi="Arial" w:cs="Arial"/>
              <w:b/>
              <w:sz w:val="18"/>
              <w:highlight w:val="yellow"/>
            </w:rPr>
            <w:t>XXXXXXXX</w:t>
          </w:r>
        </w:p>
      </w:tc>
    </w:tr>
    <w:tr w:rsidR="001C5195" w:rsidRPr="00E4071A" w14:paraId="6D049E32" w14:textId="77777777" w:rsidTr="007B2F1C">
      <w:trPr>
        <w:trHeight w:val="284"/>
      </w:trPr>
      <w:tc>
        <w:tcPr>
          <w:tcW w:w="1728" w:type="dxa"/>
          <w:vMerge/>
        </w:tcPr>
        <w:p w14:paraId="217A85AE" w14:textId="77777777" w:rsidR="001C5195" w:rsidRPr="00E4071A" w:rsidRDefault="001C5195" w:rsidP="0086671C">
          <w:pPr>
            <w:rPr>
              <w:noProof/>
              <w:lang w:eastAsia="pt-PT"/>
            </w:rPr>
          </w:pPr>
        </w:p>
      </w:tc>
      <w:tc>
        <w:tcPr>
          <w:tcW w:w="5812" w:type="dxa"/>
          <w:gridSpan w:val="4"/>
          <w:vMerge/>
          <w:vAlign w:val="center"/>
        </w:tcPr>
        <w:p w14:paraId="746731AF" w14:textId="77777777" w:rsidR="001C5195" w:rsidRPr="0007214E" w:rsidRDefault="001C5195" w:rsidP="0086671C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20"/>
            </w:rPr>
          </w:pPr>
        </w:p>
      </w:tc>
      <w:tc>
        <w:tcPr>
          <w:tcW w:w="2410" w:type="dxa"/>
        </w:tcPr>
        <w:p w14:paraId="35E9FFBC" w14:textId="03857EF9" w:rsidR="001C5195" w:rsidRPr="00ED0E1F" w:rsidRDefault="007F21FE" w:rsidP="00ED0E1F">
          <w:pPr>
            <w:spacing w:before="160" w:after="120"/>
            <w:rPr>
              <w:rFonts w:ascii="Arial" w:hAnsi="Arial" w:cs="Arial"/>
              <w:b/>
              <w:spacing w:val="30"/>
              <w:sz w:val="20"/>
            </w:rPr>
          </w:pPr>
          <w:r w:rsidRPr="00D20FC5">
            <w:rPr>
              <w:rFonts w:ascii="Arial" w:hAnsi="Arial" w:cs="Arial"/>
              <w:b/>
              <w:sz w:val="18"/>
              <w:highlight w:val="yellow"/>
            </w:rPr>
            <w:t>Designação/Logo EE</w:t>
          </w:r>
        </w:p>
      </w:tc>
    </w:tr>
    <w:tr w:rsidR="001C5195" w:rsidRPr="00E4071A" w14:paraId="19133B82" w14:textId="77777777" w:rsidTr="007B2F1C">
      <w:tblPrEx>
        <w:tblCellMar>
          <w:left w:w="108" w:type="dxa"/>
          <w:right w:w="108" w:type="dxa"/>
        </w:tblCellMar>
      </w:tblPrEx>
      <w:trPr>
        <w:trHeight w:val="482"/>
      </w:trPr>
      <w:tc>
        <w:tcPr>
          <w:tcW w:w="1728" w:type="dxa"/>
          <w:vMerge/>
        </w:tcPr>
        <w:p w14:paraId="6535C844" w14:textId="77777777" w:rsidR="001C5195" w:rsidRPr="00ED0E1F" w:rsidRDefault="001C5195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tcBorders>
            <w:right w:val="nil"/>
          </w:tcBorders>
          <w:vAlign w:val="center"/>
        </w:tcPr>
        <w:p w14:paraId="5B50CC51" w14:textId="77777777" w:rsidR="001C5195" w:rsidRPr="00DC71E3" w:rsidRDefault="001C5195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REf:</w:t>
          </w:r>
        </w:p>
      </w:tc>
      <w:tc>
        <w:tcPr>
          <w:tcW w:w="2099" w:type="dxa"/>
          <w:tcBorders>
            <w:left w:val="nil"/>
            <w:bottom w:val="single" w:sz="6" w:space="0" w:color="C0C0C0"/>
          </w:tcBorders>
          <w:vAlign w:val="center"/>
        </w:tcPr>
        <w:p w14:paraId="45BB23AE" w14:textId="35EAB827" w:rsidR="001C5195" w:rsidRPr="00DC71E3" w:rsidRDefault="007F21FE" w:rsidP="00723F0B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r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ref. da E</w:t>
          </w:r>
          <w:r w:rsidR="000C1DA3"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F</w:t>
          </w:r>
        </w:p>
      </w:tc>
      <w:tc>
        <w:tcPr>
          <w:tcW w:w="993" w:type="dxa"/>
          <w:tcBorders>
            <w:bottom w:val="single" w:sz="6" w:space="0" w:color="C0C0C0"/>
            <w:right w:val="nil"/>
          </w:tcBorders>
          <w:vAlign w:val="center"/>
        </w:tcPr>
        <w:p w14:paraId="3754A566" w14:textId="77777777" w:rsidR="001C5195" w:rsidRPr="00DC71E3" w:rsidRDefault="001C5195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PROC:</w:t>
          </w:r>
        </w:p>
      </w:tc>
      <w:tc>
        <w:tcPr>
          <w:tcW w:w="1984" w:type="dxa"/>
          <w:tcBorders>
            <w:left w:val="nil"/>
            <w:bottom w:val="single" w:sz="6" w:space="0" w:color="C0C0C0"/>
          </w:tcBorders>
          <w:vAlign w:val="center"/>
        </w:tcPr>
        <w:p w14:paraId="455A1611" w14:textId="5C44E1EC" w:rsidR="001C5195" w:rsidRPr="00DC71E3" w:rsidRDefault="00A10D89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hyperlink r:id="rId2" w:history="1">
            <w:r w:rsidR="007F21FE" w:rsidRPr="00B038E6">
              <w:rPr>
                <w:rStyle w:val="Hiperligao"/>
                <w:rFonts w:ascii="Arial" w:hAnsi="Arial" w:cs="Arial"/>
                <w:caps w:val="0"/>
                <w:color w:val="auto"/>
                <w:sz w:val="18"/>
                <w:szCs w:val="18"/>
                <w:highlight w:val="yellow"/>
                <w:u w:val="none"/>
              </w:rPr>
              <w:t>N.º</w:t>
            </w:r>
          </w:hyperlink>
          <w:r w:rsidR="007F21FE"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Processo DO</w:t>
          </w:r>
        </w:p>
      </w:tc>
      <w:tc>
        <w:tcPr>
          <w:tcW w:w="2410" w:type="dxa"/>
          <w:vAlign w:val="center"/>
        </w:tcPr>
        <w:p w14:paraId="2C0D661D" w14:textId="77777777" w:rsidR="001C5195" w:rsidRPr="00D762C1" w:rsidRDefault="001C5195" w:rsidP="0086671C">
          <w:pPr>
            <w:pStyle w:val="Cabealho"/>
            <w:jc w:val="left"/>
            <w:rPr>
              <w:rFonts w:ascii="Arial" w:hAnsi="Arial" w:cs="Arial"/>
              <w:sz w:val="18"/>
              <w:szCs w:val="18"/>
            </w:rPr>
          </w:pPr>
          <w:r w:rsidRPr="00D762C1">
            <w:rPr>
              <w:rFonts w:ascii="Arial" w:hAnsi="Arial" w:cs="Arial"/>
              <w:color w:val="808080"/>
              <w:sz w:val="18"/>
              <w:szCs w:val="18"/>
            </w:rPr>
            <w:t>DATA:</w:t>
          </w:r>
          <w:r w:rsidRPr="00D762C1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</w:t>
          </w:r>
          <w:sdt>
            <w:sdtPr>
              <w:rPr>
                <w:rFonts w:ascii="Arial" w:hAnsi="Arial" w:cs="Arial"/>
                <w:caps w:val="0"/>
                <w:sz w:val="18"/>
                <w:szCs w:val="18"/>
              </w:rPr>
              <w:id w:val="-1217204672"/>
              <w:date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proofErr w:type="spellStart"/>
              <w:r w:rsidR="005817F1" w:rsidRPr="00D762C1">
                <w:rPr>
                  <w:rFonts w:ascii="Arial" w:hAnsi="Arial" w:cs="Arial"/>
                  <w:caps w:val="0"/>
                  <w:sz w:val="18"/>
                  <w:szCs w:val="18"/>
                </w:rPr>
                <w:t>aaaa</w:t>
              </w:r>
              <w:proofErr w:type="spellEnd"/>
              <w:r w:rsidR="005817F1" w:rsidRPr="00D762C1">
                <w:rPr>
                  <w:rFonts w:ascii="Arial" w:hAnsi="Arial" w:cs="Arial"/>
                  <w:caps w:val="0"/>
                  <w:sz w:val="18"/>
                  <w:szCs w:val="18"/>
                </w:rPr>
                <w:t>-mm-</w:t>
              </w:r>
              <w:proofErr w:type="spellStart"/>
              <w:r w:rsidR="005817F1" w:rsidRPr="00D762C1">
                <w:rPr>
                  <w:rFonts w:ascii="Arial" w:hAnsi="Arial" w:cs="Arial"/>
                  <w:caps w:val="0"/>
                  <w:sz w:val="18"/>
                  <w:szCs w:val="18"/>
                </w:rPr>
                <w:t>dd</w:t>
              </w:r>
              <w:proofErr w:type="spellEnd"/>
            </w:sdtContent>
          </w:sdt>
        </w:p>
      </w:tc>
    </w:tr>
  </w:tbl>
  <w:p w14:paraId="11DE9CF5" w14:textId="77777777" w:rsidR="001C5195" w:rsidRDefault="001C5195" w:rsidP="0086671C">
    <w:pPr>
      <w:rPr>
        <w:b/>
        <w:sz w:val="20"/>
      </w:rPr>
    </w:pPr>
  </w:p>
  <w:p w14:paraId="2438155C" w14:textId="77777777" w:rsidR="001C5195" w:rsidRDefault="001C5195" w:rsidP="0086671C">
    <w:pPr>
      <w:rPr>
        <w:rFonts w:ascii="Arial" w:hAnsi="Arial" w:cs="Arial"/>
        <w:b/>
        <w:sz w:val="20"/>
      </w:rPr>
    </w:pPr>
    <w:bookmarkStart w:id="0" w:name="_Hlk156896754"/>
    <w:r w:rsidRPr="00DC71E3">
      <w:rPr>
        <w:rFonts w:ascii="Arial" w:hAnsi="Arial" w:cs="Arial"/>
        <w:b/>
        <w:sz w:val="20"/>
      </w:rPr>
      <w:t>Par</w:t>
    </w:r>
    <w:r>
      <w:rPr>
        <w:rFonts w:ascii="Arial" w:hAnsi="Arial" w:cs="Arial"/>
        <w:b/>
        <w:sz w:val="20"/>
      </w:rPr>
      <w:t xml:space="preserve">te II – Análise </w:t>
    </w:r>
    <w:r w:rsidR="00797440">
      <w:rPr>
        <w:rFonts w:ascii="Arial" w:hAnsi="Arial" w:cs="Arial"/>
        <w:b/>
        <w:sz w:val="20"/>
      </w:rPr>
      <w:t xml:space="preserve">e Parecer </w:t>
    </w:r>
    <w:r>
      <w:rPr>
        <w:rFonts w:ascii="Arial" w:hAnsi="Arial" w:cs="Arial"/>
        <w:b/>
        <w:sz w:val="20"/>
      </w:rPr>
      <w:t>da Entidade Fiscalizadora (EF)</w:t>
    </w:r>
    <w:r w:rsidRPr="005D4433">
      <w:rPr>
        <w:rFonts w:ascii="Arial" w:hAnsi="Arial" w:cs="Arial"/>
        <w:b/>
        <w:sz w:val="20"/>
      </w:rPr>
      <w:t xml:space="preserve"> </w:t>
    </w:r>
    <w:bookmarkEnd w:id="0"/>
  </w:p>
  <w:p w14:paraId="1698204C" w14:textId="77777777" w:rsidR="001C5195" w:rsidRPr="006930D5" w:rsidRDefault="001C5195" w:rsidP="0086671C">
    <w:pPr>
      <w:rPr>
        <w:b/>
        <w:sz w:val="20"/>
      </w:rPr>
    </w:pPr>
  </w:p>
  <w:p w14:paraId="651BCE16" w14:textId="77777777" w:rsidR="001C5195" w:rsidRPr="002B0EAD" w:rsidRDefault="001C5195" w:rsidP="002B0EAD">
    <w:pPr>
      <w:tabs>
        <w:tab w:val="left" w:pos="3500"/>
      </w:tabs>
      <w:rPr>
        <w:b/>
        <w:sz w:val="4"/>
        <w:szCs w:val="4"/>
      </w:rPr>
    </w:pPr>
    <w:r w:rsidRPr="002B0EAD">
      <w:rPr>
        <w:b/>
        <w:sz w:val="10"/>
        <w:szCs w:val="1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107E" w14:textId="77777777" w:rsidR="00A10D89" w:rsidRDefault="00A10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77E"/>
    <w:multiLevelType w:val="hybridMultilevel"/>
    <w:tmpl w:val="9D22CA64"/>
    <w:lvl w:ilvl="0" w:tplc="0816000F">
      <w:start w:val="1"/>
      <w:numFmt w:val="decimal"/>
      <w:lvlText w:val="%1."/>
      <w:lvlJc w:val="left"/>
      <w:pPr>
        <w:ind w:left="806" w:hanging="360"/>
      </w:pPr>
    </w:lvl>
    <w:lvl w:ilvl="1" w:tplc="08160019" w:tentative="1">
      <w:start w:val="1"/>
      <w:numFmt w:val="lowerLetter"/>
      <w:lvlText w:val="%2."/>
      <w:lvlJc w:val="left"/>
      <w:pPr>
        <w:ind w:left="1526" w:hanging="360"/>
      </w:pPr>
    </w:lvl>
    <w:lvl w:ilvl="2" w:tplc="0816001B" w:tentative="1">
      <w:start w:val="1"/>
      <w:numFmt w:val="lowerRoman"/>
      <w:lvlText w:val="%3."/>
      <w:lvlJc w:val="right"/>
      <w:pPr>
        <w:ind w:left="2246" w:hanging="180"/>
      </w:pPr>
    </w:lvl>
    <w:lvl w:ilvl="3" w:tplc="0816000F" w:tentative="1">
      <w:start w:val="1"/>
      <w:numFmt w:val="decimal"/>
      <w:lvlText w:val="%4."/>
      <w:lvlJc w:val="left"/>
      <w:pPr>
        <w:ind w:left="2966" w:hanging="360"/>
      </w:pPr>
    </w:lvl>
    <w:lvl w:ilvl="4" w:tplc="08160019" w:tentative="1">
      <w:start w:val="1"/>
      <w:numFmt w:val="lowerLetter"/>
      <w:lvlText w:val="%5."/>
      <w:lvlJc w:val="left"/>
      <w:pPr>
        <w:ind w:left="3686" w:hanging="360"/>
      </w:pPr>
    </w:lvl>
    <w:lvl w:ilvl="5" w:tplc="0816001B" w:tentative="1">
      <w:start w:val="1"/>
      <w:numFmt w:val="lowerRoman"/>
      <w:lvlText w:val="%6."/>
      <w:lvlJc w:val="right"/>
      <w:pPr>
        <w:ind w:left="4406" w:hanging="180"/>
      </w:pPr>
    </w:lvl>
    <w:lvl w:ilvl="6" w:tplc="0816000F" w:tentative="1">
      <w:start w:val="1"/>
      <w:numFmt w:val="decimal"/>
      <w:lvlText w:val="%7."/>
      <w:lvlJc w:val="left"/>
      <w:pPr>
        <w:ind w:left="5126" w:hanging="360"/>
      </w:pPr>
    </w:lvl>
    <w:lvl w:ilvl="7" w:tplc="08160019" w:tentative="1">
      <w:start w:val="1"/>
      <w:numFmt w:val="lowerLetter"/>
      <w:lvlText w:val="%8."/>
      <w:lvlJc w:val="left"/>
      <w:pPr>
        <w:ind w:left="5846" w:hanging="360"/>
      </w:pPr>
    </w:lvl>
    <w:lvl w:ilvl="8" w:tplc="0816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13B51B5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87DE7"/>
    <w:multiLevelType w:val="hybridMultilevel"/>
    <w:tmpl w:val="261A14C8"/>
    <w:lvl w:ilvl="0" w:tplc="9B126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1DF"/>
    <w:multiLevelType w:val="hybridMultilevel"/>
    <w:tmpl w:val="46602984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69CF"/>
    <w:multiLevelType w:val="hybridMultilevel"/>
    <w:tmpl w:val="149628B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5" w15:restartNumberingAfterBreak="0">
    <w:nsid w:val="0D4F3500"/>
    <w:multiLevelType w:val="hybridMultilevel"/>
    <w:tmpl w:val="1C2655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24399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7" w15:restartNumberingAfterBreak="0">
    <w:nsid w:val="0E6A292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0A78"/>
    <w:multiLevelType w:val="singleLevel"/>
    <w:tmpl w:val="9E8285F0"/>
    <w:lvl w:ilvl="0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 w15:restartNumberingAfterBreak="0">
    <w:nsid w:val="161C6370"/>
    <w:multiLevelType w:val="hybridMultilevel"/>
    <w:tmpl w:val="F1FE2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A1CE0"/>
    <w:multiLevelType w:val="hybridMultilevel"/>
    <w:tmpl w:val="E39A1770"/>
    <w:lvl w:ilvl="0" w:tplc="70BC4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1F497D" w:themeColor="text2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4E41B9"/>
    <w:multiLevelType w:val="singleLevel"/>
    <w:tmpl w:val="12BE6E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3E0AC1"/>
    <w:multiLevelType w:val="hybridMultilevel"/>
    <w:tmpl w:val="ABF2174C"/>
    <w:lvl w:ilvl="0" w:tplc="C2FA9C1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094352"/>
    <w:multiLevelType w:val="hybridMultilevel"/>
    <w:tmpl w:val="CFD6BC92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 w15:restartNumberingAfterBreak="0">
    <w:nsid w:val="27540186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5" w15:restartNumberingAfterBreak="0">
    <w:nsid w:val="2857508C"/>
    <w:multiLevelType w:val="hybridMultilevel"/>
    <w:tmpl w:val="A58A4A30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296A7CA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7" w15:restartNumberingAfterBreak="0">
    <w:nsid w:val="2986359B"/>
    <w:multiLevelType w:val="hybridMultilevel"/>
    <w:tmpl w:val="C74E743C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64CCE"/>
    <w:multiLevelType w:val="hybridMultilevel"/>
    <w:tmpl w:val="48AC7696"/>
    <w:lvl w:ilvl="0" w:tplc="3EAEFC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A81701"/>
    <w:multiLevelType w:val="hybridMultilevel"/>
    <w:tmpl w:val="836AF6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8319B3"/>
    <w:multiLevelType w:val="hybridMultilevel"/>
    <w:tmpl w:val="96860F18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5" w:hanging="360"/>
      </w:pPr>
    </w:lvl>
    <w:lvl w:ilvl="2" w:tplc="0816001B" w:tentative="1">
      <w:start w:val="1"/>
      <w:numFmt w:val="lowerRoman"/>
      <w:lvlText w:val="%3."/>
      <w:lvlJc w:val="right"/>
      <w:pPr>
        <w:ind w:left="2095" w:hanging="180"/>
      </w:pPr>
    </w:lvl>
    <w:lvl w:ilvl="3" w:tplc="0816000F" w:tentative="1">
      <w:start w:val="1"/>
      <w:numFmt w:val="decimal"/>
      <w:lvlText w:val="%4."/>
      <w:lvlJc w:val="left"/>
      <w:pPr>
        <w:ind w:left="2815" w:hanging="360"/>
      </w:pPr>
    </w:lvl>
    <w:lvl w:ilvl="4" w:tplc="08160019" w:tentative="1">
      <w:start w:val="1"/>
      <w:numFmt w:val="lowerLetter"/>
      <w:lvlText w:val="%5."/>
      <w:lvlJc w:val="left"/>
      <w:pPr>
        <w:ind w:left="3535" w:hanging="360"/>
      </w:pPr>
    </w:lvl>
    <w:lvl w:ilvl="5" w:tplc="0816001B" w:tentative="1">
      <w:start w:val="1"/>
      <w:numFmt w:val="lowerRoman"/>
      <w:lvlText w:val="%6."/>
      <w:lvlJc w:val="right"/>
      <w:pPr>
        <w:ind w:left="4255" w:hanging="180"/>
      </w:pPr>
    </w:lvl>
    <w:lvl w:ilvl="6" w:tplc="0816000F" w:tentative="1">
      <w:start w:val="1"/>
      <w:numFmt w:val="decimal"/>
      <w:lvlText w:val="%7."/>
      <w:lvlJc w:val="left"/>
      <w:pPr>
        <w:ind w:left="4975" w:hanging="360"/>
      </w:pPr>
    </w:lvl>
    <w:lvl w:ilvl="7" w:tplc="08160019" w:tentative="1">
      <w:start w:val="1"/>
      <w:numFmt w:val="lowerLetter"/>
      <w:lvlText w:val="%8."/>
      <w:lvlJc w:val="left"/>
      <w:pPr>
        <w:ind w:left="5695" w:hanging="360"/>
      </w:pPr>
    </w:lvl>
    <w:lvl w:ilvl="8" w:tplc="0816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1" w15:restartNumberingAfterBreak="0">
    <w:nsid w:val="306D7B60"/>
    <w:multiLevelType w:val="hybridMultilevel"/>
    <w:tmpl w:val="D98EC8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31B37"/>
    <w:multiLevelType w:val="hybridMultilevel"/>
    <w:tmpl w:val="9280B8E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31259A"/>
    <w:multiLevelType w:val="hybridMultilevel"/>
    <w:tmpl w:val="9254085E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5E0089"/>
    <w:multiLevelType w:val="hybridMultilevel"/>
    <w:tmpl w:val="5D9482D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8E97F8D"/>
    <w:multiLevelType w:val="hybridMultilevel"/>
    <w:tmpl w:val="FA10D9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45702"/>
    <w:multiLevelType w:val="hybridMultilevel"/>
    <w:tmpl w:val="60CAA8B0"/>
    <w:lvl w:ilvl="0" w:tplc="11D2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C41974"/>
    <w:multiLevelType w:val="hybridMultilevel"/>
    <w:tmpl w:val="4254DC8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8" w15:restartNumberingAfterBreak="0">
    <w:nsid w:val="440239D8"/>
    <w:multiLevelType w:val="hybridMultilevel"/>
    <w:tmpl w:val="9DD6AA8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867420"/>
    <w:multiLevelType w:val="hybridMultilevel"/>
    <w:tmpl w:val="8938B2C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0F7736"/>
    <w:multiLevelType w:val="hybridMultilevel"/>
    <w:tmpl w:val="511E6A6E"/>
    <w:lvl w:ilvl="0" w:tplc="66564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453370"/>
    <w:multiLevelType w:val="hybridMultilevel"/>
    <w:tmpl w:val="F93E5E3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C0423"/>
    <w:multiLevelType w:val="hybridMultilevel"/>
    <w:tmpl w:val="F90601E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290DD8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003F0A"/>
    <w:multiLevelType w:val="hybridMultilevel"/>
    <w:tmpl w:val="48D0CF46"/>
    <w:lvl w:ilvl="0" w:tplc="EA6275F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67B9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A74225"/>
    <w:multiLevelType w:val="hybridMultilevel"/>
    <w:tmpl w:val="70FC0390"/>
    <w:lvl w:ilvl="0" w:tplc="0816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 w15:restartNumberingAfterBreak="0">
    <w:nsid w:val="6232754B"/>
    <w:multiLevelType w:val="hybridMultilevel"/>
    <w:tmpl w:val="16C037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661D2B"/>
    <w:multiLevelType w:val="hybridMultilevel"/>
    <w:tmpl w:val="A67ECE44"/>
    <w:lvl w:ilvl="0" w:tplc="893E7D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54097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40" w15:restartNumberingAfterBreak="0">
    <w:nsid w:val="67266014"/>
    <w:multiLevelType w:val="hybridMultilevel"/>
    <w:tmpl w:val="4ECAF6B8"/>
    <w:lvl w:ilvl="0" w:tplc="08160003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41" w15:restartNumberingAfterBreak="0">
    <w:nsid w:val="6DD9644C"/>
    <w:multiLevelType w:val="hybridMultilevel"/>
    <w:tmpl w:val="1C5EB9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91554C"/>
    <w:multiLevelType w:val="hybridMultilevel"/>
    <w:tmpl w:val="F162EAFC"/>
    <w:lvl w:ilvl="0" w:tplc="6F9AEFF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A85450"/>
    <w:multiLevelType w:val="hybridMultilevel"/>
    <w:tmpl w:val="AF583E6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4E04CE"/>
    <w:multiLevelType w:val="hybridMultilevel"/>
    <w:tmpl w:val="0C067F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B53EE9"/>
    <w:multiLevelType w:val="hybridMultilevel"/>
    <w:tmpl w:val="514C33A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0416863">
    <w:abstractNumId w:val="8"/>
  </w:num>
  <w:num w:numId="2" w16cid:durableId="1972243792">
    <w:abstractNumId w:val="39"/>
  </w:num>
  <w:num w:numId="3" w16cid:durableId="819350776">
    <w:abstractNumId w:val="6"/>
  </w:num>
  <w:num w:numId="4" w16cid:durableId="1742830465">
    <w:abstractNumId w:val="14"/>
  </w:num>
  <w:num w:numId="5" w16cid:durableId="436413334">
    <w:abstractNumId w:val="16"/>
  </w:num>
  <w:num w:numId="6" w16cid:durableId="1346517564">
    <w:abstractNumId w:val="11"/>
  </w:num>
  <w:num w:numId="7" w16cid:durableId="2023893439">
    <w:abstractNumId w:val="30"/>
  </w:num>
  <w:num w:numId="8" w16cid:durableId="1440875320">
    <w:abstractNumId w:val="25"/>
  </w:num>
  <w:num w:numId="9" w16cid:durableId="678775741">
    <w:abstractNumId w:val="9"/>
  </w:num>
  <w:num w:numId="10" w16cid:durableId="534274995">
    <w:abstractNumId w:val="26"/>
  </w:num>
  <w:num w:numId="11" w16cid:durableId="1885369827">
    <w:abstractNumId w:val="33"/>
  </w:num>
  <w:num w:numId="12" w16cid:durableId="472984584">
    <w:abstractNumId w:val="41"/>
  </w:num>
  <w:num w:numId="13" w16cid:durableId="1225988154">
    <w:abstractNumId w:val="1"/>
  </w:num>
  <w:num w:numId="14" w16cid:durableId="1659649025">
    <w:abstractNumId w:val="10"/>
  </w:num>
  <w:num w:numId="15" w16cid:durableId="220675048">
    <w:abstractNumId w:val="2"/>
  </w:num>
  <w:num w:numId="16" w16cid:durableId="543294102">
    <w:abstractNumId w:val="40"/>
  </w:num>
  <w:num w:numId="17" w16cid:durableId="1380668121">
    <w:abstractNumId w:val="24"/>
  </w:num>
  <w:num w:numId="18" w16cid:durableId="1705132311">
    <w:abstractNumId w:val="32"/>
  </w:num>
  <w:num w:numId="19" w16cid:durableId="1624340460">
    <w:abstractNumId w:val="0"/>
  </w:num>
  <w:num w:numId="20" w16cid:durableId="1219323726">
    <w:abstractNumId w:val="17"/>
  </w:num>
  <w:num w:numId="21" w16cid:durableId="992947865">
    <w:abstractNumId w:val="7"/>
  </w:num>
  <w:num w:numId="22" w16cid:durableId="1422338743">
    <w:abstractNumId w:val="38"/>
  </w:num>
  <w:num w:numId="23" w16cid:durableId="1805851874">
    <w:abstractNumId w:val="35"/>
  </w:num>
  <w:num w:numId="24" w16cid:durableId="119495343">
    <w:abstractNumId w:val="20"/>
  </w:num>
  <w:num w:numId="25" w16cid:durableId="1958102123">
    <w:abstractNumId w:val="15"/>
  </w:num>
  <w:num w:numId="26" w16cid:durableId="830218521">
    <w:abstractNumId w:val="13"/>
  </w:num>
  <w:num w:numId="27" w16cid:durableId="514224150">
    <w:abstractNumId w:val="22"/>
  </w:num>
  <w:num w:numId="28" w16cid:durableId="1953172341">
    <w:abstractNumId w:val="44"/>
  </w:num>
  <w:num w:numId="29" w16cid:durableId="1521044214">
    <w:abstractNumId w:val="4"/>
  </w:num>
  <w:num w:numId="30" w16cid:durableId="1195001426">
    <w:abstractNumId w:val="37"/>
  </w:num>
  <w:num w:numId="31" w16cid:durableId="980425646">
    <w:abstractNumId w:val="45"/>
  </w:num>
  <w:num w:numId="32" w16cid:durableId="1459833335">
    <w:abstractNumId w:val="43"/>
  </w:num>
  <w:num w:numId="33" w16cid:durableId="385420063">
    <w:abstractNumId w:val="3"/>
  </w:num>
  <w:num w:numId="34" w16cid:durableId="457384490">
    <w:abstractNumId w:val="19"/>
  </w:num>
  <w:num w:numId="35" w16cid:durableId="68964634">
    <w:abstractNumId w:val="27"/>
  </w:num>
  <w:num w:numId="36" w16cid:durableId="1478183416">
    <w:abstractNumId w:val="28"/>
  </w:num>
  <w:num w:numId="37" w16cid:durableId="110638038">
    <w:abstractNumId w:val="34"/>
  </w:num>
  <w:num w:numId="38" w16cid:durableId="794254392">
    <w:abstractNumId w:val="12"/>
  </w:num>
  <w:num w:numId="39" w16cid:durableId="1270238712">
    <w:abstractNumId w:val="18"/>
  </w:num>
  <w:num w:numId="40" w16cid:durableId="2010671541">
    <w:abstractNumId w:val="5"/>
  </w:num>
  <w:num w:numId="41" w16cid:durableId="1719281549">
    <w:abstractNumId w:val="42"/>
  </w:num>
  <w:num w:numId="42" w16cid:durableId="1442723640">
    <w:abstractNumId w:val="23"/>
  </w:num>
  <w:num w:numId="43" w16cid:durableId="2027517434">
    <w:abstractNumId w:val="31"/>
  </w:num>
  <w:num w:numId="44" w16cid:durableId="1346323687">
    <w:abstractNumId w:val="36"/>
  </w:num>
  <w:num w:numId="45" w16cid:durableId="481773433">
    <w:abstractNumId w:val="21"/>
  </w:num>
  <w:num w:numId="46" w16cid:durableId="2017413497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9B4"/>
    <w:rsid w:val="00007707"/>
    <w:rsid w:val="00010817"/>
    <w:rsid w:val="0001185F"/>
    <w:rsid w:val="000134C9"/>
    <w:rsid w:val="00013846"/>
    <w:rsid w:val="0001586B"/>
    <w:rsid w:val="00021FD9"/>
    <w:rsid w:val="00022ED9"/>
    <w:rsid w:val="00023B66"/>
    <w:rsid w:val="00024ED1"/>
    <w:rsid w:val="000304E9"/>
    <w:rsid w:val="000408AB"/>
    <w:rsid w:val="000417F7"/>
    <w:rsid w:val="00043B82"/>
    <w:rsid w:val="00045217"/>
    <w:rsid w:val="00047A7A"/>
    <w:rsid w:val="00056615"/>
    <w:rsid w:val="00056B67"/>
    <w:rsid w:val="00057359"/>
    <w:rsid w:val="00064BA2"/>
    <w:rsid w:val="0007021E"/>
    <w:rsid w:val="0007214E"/>
    <w:rsid w:val="00076317"/>
    <w:rsid w:val="00080466"/>
    <w:rsid w:val="00080F19"/>
    <w:rsid w:val="00084346"/>
    <w:rsid w:val="00091AAC"/>
    <w:rsid w:val="00094D42"/>
    <w:rsid w:val="000B1BEF"/>
    <w:rsid w:val="000B2EE7"/>
    <w:rsid w:val="000B364E"/>
    <w:rsid w:val="000B3858"/>
    <w:rsid w:val="000B3B34"/>
    <w:rsid w:val="000B5AA2"/>
    <w:rsid w:val="000B5FFF"/>
    <w:rsid w:val="000B7DDB"/>
    <w:rsid w:val="000C14B1"/>
    <w:rsid w:val="000C1DA3"/>
    <w:rsid w:val="000C27E7"/>
    <w:rsid w:val="000C327E"/>
    <w:rsid w:val="000D1E1A"/>
    <w:rsid w:val="000D4903"/>
    <w:rsid w:val="000D5371"/>
    <w:rsid w:val="000E2108"/>
    <w:rsid w:val="000E659A"/>
    <w:rsid w:val="000F0022"/>
    <w:rsid w:val="000F1560"/>
    <w:rsid w:val="000F3C08"/>
    <w:rsid w:val="000F3E5B"/>
    <w:rsid w:val="000F6496"/>
    <w:rsid w:val="00101C63"/>
    <w:rsid w:val="0011428F"/>
    <w:rsid w:val="001204EB"/>
    <w:rsid w:val="0012248E"/>
    <w:rsid w:val="00127815"/>
    <w:rsid w:val="00127D2F"/>
    <w:rsid w:val="00127E28"/>
    <w:rsid w:val="00133C63"/>
    <w:rsid w:val="00137965"/>
    <w:rsid w:val="00137F86"/>
    <w:rsid w:val="00141F1E"/>
    <w:rsid w:val="001427C6"/>
    <w:rsid w:val="00142F43"/>
    <w:rsid w:val="0014366B"/>
    <w:rsid w:val="00144C5B"/>
    <w:rsid w:val="00146490"/>
    <w:rsid w:val="00150AAD"/>
    <w:rsid w:val="001511FF"/>
    <w:rsid w:val="0015684B"/>
    <w:rsid w:val="00160B84"/>
    <w:rsid w:val="0016184E"/>
    <w:rsid w:val="00166F84"/>
    <w:rsid w:val="0016718E"/>
    <w:rsid w:val="001700D1"/>
    <w:rsid w:val="0017273D"/>
    <w:rsid w:val="00175612"/>
    <w:rsid w:val="00182ECB"/>
    <w:rsid w:val="001833EC"/>
    <w:rsid w:val="0018668F"/>
    <w:rsid w:val="00190151"/>
    <w:rsid w:val="001955C7"/>
    <w:rsid w:val="00196D99"/>
    <w:rsid w:val="00197184"/>
    <w:rsid w:val="00197E47"/>
    <w:rsid w:val="001A0310"/>
    <w:rsid w:val="001A1CEE"/>
    <w:rsid w:val="001A2629"/>
    <w:rsid w:val="001A5833"/>
    <w:rsid w:val="001A782C"/>
    <w:rsid w:val="001B4F13"/>
    <w:rsid w:val="001C0BE4"/>
    <w:rsid w:val="001C40FC"/>
    <w:rsid w:val="001C5195"/>
    <w:rsid w:val="001C54F8"/>
    <w:rsid w:val="001C7273"/>
    <w:rsid w:val="001D1D17"/>
    <w:rsid w:val="001D34D9"/>
    <w:rsid w:val="001D63B7"/>
    <w:rsid w:val="001D794B"/>
    <w:rsid w:val="001E3C6E"/>
    <w:rsid w:val="001E46D1"/>
    <w:rsid w:val="001E6BD6"/>
    <w:rsid w:val="001F2A8A"/>
    <w:rsid w:val="00201198"/>
    <w:rsid w:val="00204F38"/>
    <w:rsid w:val="002053E9"/>
    <w:rsid w:val="00206A43"/>
    <w:rsid w:val="00207251"/>
    <w:rsid w:val="00212224"/>
    <w:rsid w:val="002145EA"/>
    <w:rsid w:val="00220B9D"/>
    <w:rsid w:val="00221DBE"/>
    <w:rsid w:val="002232C7"/>
    <w:rsid w:val="00224F73"/>
    <w:rsid w:val="002255C8"/>
    <w:rsid w:val="002317B2"/>
    <w:rsid w:val="002325FD"/>
    <w:rsid w:val="00234B74"/>
    <w:rsid w:val="00235996"/>
    <w:rsid w:val="002409A0"/>
    <w:rsid w:val="002413D4"/>
    <w:rsid w:val="00256988"/>
    <w:rsid w:val="00260409"/>
    <w:rsid w:val="002626B7"/>
    <w:rsid w:val="00263A34"/>
    <w:rsid w:val="002656FF"/>
    <w:rsid w:val="0026739B"/>
    <w:rsid w:val="00270966"/>
    <w:rsid w:val="002709BF"/>
    <w:rsid w:val="002714F3"/>
    <w:rsid w:val="002760F6"/>
    <w:rsid w:val="00276B13"/>
    <w:rsid w:val="00277BFA"/>
    <w:rsid w:val="002804DD"/>
    <w:rsid w:val="00282478"/>
    <w:rsid w:val="00285940"/>
    <w:rsid w:val="002865E2"/>
    <w:rsid w:val="002936A5"/>
    <w:rsid w:val="002B0EAD"/>
    <w:rsid w:val="002B3868"/>
    <w:rsid w:val="002B6BA7"/>
    <w:rsid w:val="002B7A52"/>
    <w:rsid w:val="002C5D40"/>
    <w:rsid w:val="002D2863"/>
    <w:rsid w:val="002D411C"/>
    <w:rsid w:val="002D4429"/>
    <w:rsid w:val="002D7336"/>
    <w:rsid w:val="002E247F"/>
    <w:rsid w:val="002E7B60"/>
    <w:rsid w:val="002F20EA"/>
    <w:rsid w:val="00302246"/>
    <w:rsid w:val="003023A5"/>
    <w:rsid w:val="00303C17"/>
    <w:rsid w:val="003059D4"/>
    <w:rsid w:val="00314959"/>
    <w:rsid w:val="00320F8C"/>
    <w:rsid w:val="00323E07"/>
    <w:rsid w:val="00330647"/>
    <w:rsid w:val="00331A18"/>
    <w:rsid w:val="0033322D"/>
    <w:rsid w:val="003342DF"/>
    <w:rsid w:val="00336EAC"/>
    <w:rsid w:val="003404DD"/>
    <w:rsid w:val="00341DD2"/>
    <w:rsid w:val="00347AD1"/>
    <w:rsid w:val="0035054E"/>
    <w:rsid w:val="00354A16"/>
    <w:rsid w:val="00354D86"/>
    <w:rsid w:val="00357576"/>
    <w:rsid w:val="00362855"/>
    <w:rsid w:val="003723D5"/>
    <w:rsid w:val="00372FE5"/>
    <w:rsid w:val="00375FE2"/>
    <w:rsid w:val="003831A0"/>
    <w:rsid w:val="00385843"/>
    <w:rsid w:val="0038724B"/>
    <w:rsid w:val="00391459"/>
    <w:rsid w:val="003938ED"/>
    <w:rsid w:val="00394011"/>
    <w:rsid w:val="00394C60"/>
    <w:rsid w:val="0039787F"/>
    <w:rsid w:val="003A0325"/>
    <w:rsid w:val="003A138C"/>
    <w:rsid w:val="003A1E5B"/>
    <w:rsid w:val="003A2610"/>
    <w:rsid w:val="003A2B58"/>
    <w:rsid w:val="003A3FD8"/>
    <w:rsid w:val="003A409D"/>
    <w:rsid w:val="003A5CB2"/>
    <w:rsid w:val="003B47E0"/>
    <w:rsid w:val="003C4AD3"/>
    <w:rsid w:val="003C531F"/>
    <w:rsid w:val="003C7EEA"/>
    <w:rsid w:val="003D302B"/>
    <w:rsid w:val="003D38CC"/>
    <w:rsid w:val="003D7DF1"/>
    <w:rsid w:val="003E4959"/>
    <w:rsid w:val="003E4E46"/>
    <w:rsid w:val="003E5469"/>
    <w:rsid w:val="003F0052"/>
    <w:rsid w:val="003F23F8"/>
    <w:rsid w:val="003F4A83"/>
    <w:rsid w:val="004029F1"/>
    <w:rsid w:val="00403071"/>
    <w:rsid w:val="004035C8"/>
    <w:rsid w:val="004042A0"/>
    <w:rsid w:val="00407C8A"/>
    <w:rsid w:val="00410D5C"/>
    <w:rsid w:val="004135D2"/>
    <w:rsid w:val="00413DB6"/>
    <w:rsid w:val="004171BB"/>
    <w:rsid w:val="00424502"/>
    <w:rsid w:val="00425959"/>
    <w:rsid w:val="004264EE"/>
    <w:rsid w:val="00430827"/>
    <w:rsid w:val="00431424"/>
    <w:rsid w:val="004317C8"/>
    <w:rsid w:val="004354D7"/>
    <w:rsid w:val="004360E7"/>
    <w:rsid w:val="0044338C"/>
    <w:rsid w:val="00443AE9"/>
    <w:rsid w:val="0044459D"/>
    <w:rsid w:val="004503F8"/>
    <w:rsid w:val="0045090F"/>
    <w:rsid w:val="00450EE5"/>
    <w:rsid w:val="004524FA"/>
    <w:rsid w:val="00453189"/>
    <w:rsid w:val="00453F83"/>
    <w:rsid w:val="00454E4A"/>
    <w:rsid w:val="00455727"/>
    <w:rsid w:val="00460F60"/>
    <w:rsid w:val="00461FCD"/>
    <w:rsid w:val="00463722"/>
    <w:rsid w:val="00463741"/>
    <w:rsid w:val="00464D1F"/>
    <w:rsid w:val="0047093E"/>
    <w:rsid w:val="004718E5"/>
    <w:rsid w:val="00483BD7"/>
    <w:rsid w:val="00484A36"/>
    <w:rsid w:val="00493115"/>
    <w:rsid w:val="00493F0E"/>
    <w:rsid w:val="0049656E"/>
    <w:rsid w:val="00497B74"/>
    <w:rsid w:val="00497E49"/>
    <w:rsid w:val="004A023B"/>
    <w:rsid w:val="004A7D05"/>
    <w:rsid w:val="004B0AA6"/>
    <w:rsid w:val="004C16E1"/>
    <w:rsid w:val="004C6B9D"/>
    <w:rsid w:val="004C6C11"/>
    <w:rsid w:val="004C71B1"/>
    <w:rsid w:val="004C7B1A"/>
    <w:rsid w:val="004D4613"/>
    <w:rsid w:val="004E033A"/>
    <w:rsid w:val="004E1766"/>
    <w:rsid w:val="004E3DF8"/>
    <w:rsid w:val="004E784E"/>
    <w:rsid w:val="004F471A"/>
    <w:rsid w:val="00500307"/>
    <w:rsid w:val="00500682"/>
    <w:rsid w:val="0050336C"/>
    <w:rsid w:val="0050681B"/>
    <w:rsid w:val="005117C8"/>
    <w:rsid w:val="00511D57"/>
    <w:rsid w:val="00516783"/>
    <w:rsid w:val="005207A0"/>
    <w:rsid w:val="0052206C"/>
    <w:rsid w:val="00532D89"/>
    <w:rsid w:val="00533897"/>
    <w:rsid w:val="00534752"/>
    <w:rsid w:val="0053679F"/>
    <w:rsid w:val="00537833"/>
    <w:rsid w:val="005411AC"/>
    <w:rsid w:val="005517A0"/>
    <w:rsid w:val="00552250"/>
    <w:rsid w:val="00552E77"/>
    <w:rsid w:val="00556114"/>
    <w:rsid w:val="005662C3"/>
    <w:rsid w:val="00567297"/>
    <w:rsid w:val="00572426"/>
    <w:rsid w:val="00573B98"/>
    <w:rsid w:val="00573DEB"/>
    <w:rsid w:val="00573F43"/>
    <w:rsid w:val="0058150B"/>
    <w:rsid w:val="005817F1"/>
    <w:rsid w:val="00583411"/>
    <w:rsid w:val="00583AE9"/>
    <w:rsid w:val="00591C41"/>
    <w:rsid w:val="00594AC8"/>
    <w:rsid w:val="0059667F"/>
    <w:rsid w:val="00597478"/>
    <w:rsid w:val="005A5296"/>
    <w:rsid w:val="005A52C4"/>
    <w:rsid w:val="005A62EC"/>
    <w:rsid w:val="005A7E54"/>
    <w:rsid w:val="005B269E"/>
    <w:rsid w:val="005B605B"/>
    <w:rsid w:val="005C0BB3"/>
    <w:rsid w:val="005C459B"/>
    <w:rsid w:val="005C5F8D"/>
    <w:rsid w:val="005C64BC"/>
    <w:rsid w:val="005C74DB"/>
    <w:rsid w:val="005D0ADD"/>
    <w:rsid w:val="005D4433"/>
    <w:rsid w:val="005D4CF9"/>
    <w:rsid w:val="005D54B7"/>
    <w:rsid w:val="005D5A52"/>
    <w:rsid w:val="005D5CE5"/>
    <w:rsid w:val="005D7A47"/>
    <w:rsid w:val="005D7AB7"/>
    <w:rsid w:val="005E058F"/>
    <w:rsid w:val="005E13C3"/>
    <w:rsid w:val="005E2C5A"/>
    <w:rsid w:val="005E61C0"/>
    <w:rsid w:val="005E69FD"/>
    <w:rsid w:val="005E756C"/>
    <w:rsid w:val="005F728D"/>
    <w:rsid w:val="005F78C5"/>
    <w:rsid w:val="00602A28"/>
    <w:rsid w:val="00604F35"/>
    <w:rsid w:val="00605356"/>
    <w:rsid w:val="006130B7"/>
    <w:rsid w:val="00620FF8"/>
    <w:rsid w:val="00621017"/>
    <w:rsid w:val="0062410D"/>
    <w:rsid w:val="00624D29"/>
    <w:rsid w:val="00630A37"/>
    <w:rsid w:val="00630BEC"/>
    <w:rsid w:val="00630E52"/>
    <w:rsid w:val="00631089"/>
    <w:rsid w:val="00631E90"/>
    <w:rsid w:val="006327D2"/>
    <w:rsid w:val="00647DA5"/>
    <w:rsid w:val="0065191F"/>
    <w:rsid w:val="00652A43"/>
    <w:rsid w:val="00656E6F"/>
    <w:rsid w:val="006616F0"/>
    <w:rsid w:val="0066497A"/>
    <w:rsid w:val="00665F63"/>
    <w:rsid w:val="006704A9"/>
    <w:rsid w:val="00671910"/>
    <w:rsid w:val="00672ED9"/>
    <w:rsid w:val="006772D3"/>
    <w:rsid w:val="00677968"/>
    <w:rsid w:val="00677D3D"/>
    <w:rsid w:val="006803B0"/>
    <w:rsid w:val="006814FE"/>
    <w:rsid w:val="006838A1"/>
    <w:rsid w:val="006843F1"/>
    <w:rsid w:val="00687219"/>
    <w:rsid w:val="006875F4"/>
    <w:rsid w:val="00690721"/>
    <w:rsid w:val="00692044"/>
    <w:rsid w:val="00692608"/>
    <w:rsid w:val="006930D5"/>
    <w:rsid w:val="006951F2"/>
    <w:rsid w:val="00695CFD"/>
    <w:rsid w:val="006A0D2F"/>
    <w:rsid w:val="006A13A5"/>
    <w:rsid w:val="006A3D95"/>
    <w:rsid w:val="006A4553"/>
    <w:rsid w:val="006A767D"/>
    <w:rsid w:val="006A7D62"/>
    <w:rsid w:val="006B102F"/>
    <w:rsid w:val="006C4667"/>
    <w:rsid w:val="006C499D"/>
    <w:rsid w:val="006C5686"/>
    <w:rsid w:val="006C5D86"/>
    <w:rsid w:val="006D0A9C"/>
    <w:rsid w:val="006D20F0"/>
    <w:rsid w:val="006D6942"/>
    <w:rsid w:val="006E3A46"/>
    <w:rsid w:val="006F061E"/>
    <w:rsid w:val="006F0DDA"/>
    <w:rsid w:val="006F104A"/>
    <w:rsid w:val="006F1122"/>
    <w:rsid w:val="006F1A23"/>
    <w:rsid w:val="00703CB9"/>
    <w:rsid w:val="00707B23"/>
    <w:rsid w:val="00712854"/>
    <w:rsid w:val="0071426F"/>
    <w:rsid w:val="00717B9B"/>
    <w:rsid w:val="00720EC5"/>
    <w:rsid w:val="00723F0B"/>
    <w:rsid w:val="00724F5B"/>
    <w:rsid w:val="00730D52"/>
    <w:rsid w:val="00735537"/>
    <w:rsid w:val="00735BD5"/>
    <w:rsid w:val="007360FC"/>
    <w:rsid w:val="007415F6"/>
    <w:rsid w:val="00741772"/>
    <w:rsid w:val="00743CD0"/>
    <w:rsid w:val="00746828"/>
    <w:rsid w:val="00746EBB"/>
    <w:rsid w:val="00753513"/>
    <w:rsid w:val="007618F8"/>
    <w:rsid w:val="007636CE"/>
    <w:rsid w:val="0076430D"/>
    <w:rsid w:val="007647DE"/>
    <w:rsid w:val="00765027"/>
    <w:rsid w:val="00777635"/>
    <w:rsid w:val="0078273F"/>
    <w:rsid w:val="00783465"/>
    <w:rsid w:val="0079630D"/>
    <w:rsid w:val="00797440"/>
    <w:rsid w:val="007A1E40"/>
    <w:rsid w:val="007A20A8"/>
    <w:rsid w:val="007A3455"/>
    <w:rsid w:val="007A3899"/>
    <w:rsid w:val="007A5859"/>
    <w:rsid w:val="007A6AE5"/>
    <w:rsid w:val="007B1F86"/>
    <w:rsid w:val="007B2F1C"/>
    <w:rsid w:val="007B35E9"/>
    <w:rsid w:val="007B6FD7"/>
    <w:rsid w:val="007C23FD"/>
    <w:rsid w:val="007D3BA4"/>
    <w:rsid w:val="007D717E"/>
    <w:rsid w:val="007E2FC1"/>
    <w:rsid w:val="007E4058"/>
    <w:rsid w:val="007E7C46"/>
    <w:rsid w:val="007F05C9"/>
    <w:rsid w:val="007F21FE"/>
    <w:rsid w:val="007F4184"/>
    <w:rsid w:val="007F6007"/>
    <w:rsid w:val="00803572"/>
    <w:rsid w:val="00804139"/>
    <w:rsid w:val="00806091"/>
    <w:rsid w:val="008072D2"/>
    <w:rsid w:val="00813AB3"/>
    <w:rsid w:val="00813E03"/>
    <w:rsid w:val="00814998"/>
    <w:rsid w:val="008211E3"/>
    <w:rsid w:val="00823BD2"/>
    <w:rsid w:val="00823DBA"/>
    <w:rsid w:val="0082782D"/>
    <w:rsid w:val="00831CBC"/>
    <w:rsid w:val="0083537B"/>
    <w:rsid w:val="00851592"/>
    <w:rsid w:val="008518EF"/>
    <w:rsid w:val="00851BB8"/>
    <w:rsid w:val="00851CEF"/>
    <w:rsid w:val="008529DA"/>
    <w:rsid w:val="008537B0"/>
    <w:rsid w:val="008541F9"/>
    <w:rsid w:val="00854688"/>
    <w:rsid w:val="0085522E"/>
    <w:rsid w:val="0086521A"/>
    <w:rsid w:val="00865234"/>
    <w:rsid w:val="008661C1"/>
    <w:rsid w:val="0086671C"/>
    <w:rsid w:val="008675C4"/>
    <w:rsid w:val="00867865"/>
    <w:rsid w:val="00874078"/>
    <w:rsid w:val="00877012"/>
    <w:rsid w:val="0088147C"/>
    <w:rsid w:val="00882946"/>
    <w:rsid w:val="008830D0"/>
    <w:rsid w:val="0089685E"/>
    <w:rsid w:val="008A076C"/>
    <w:rsid w:val="008A0D95"/>
    <w:rsid w:val="008A5883"/>
    <w:rsid w:val="008A5C70"/>
    <w:rsid w:val="008A66EC"/>
    <w:rsid w:val="008B26D5"/>
    <w:rsid w:val="008B4249"/>
    <w:rsid w:val="008B6D1D"/>
    <w:rsid w:val="008B6E4A"/>
    <w:rsid w:val="008C084D"/>
    <w:rsid w:val="008C0D60"/>
    <w:rsid w:val="008C1E50"/>
    <w:rsid w:val="008C47F1"/>
    <w:rsid w:val="008C55CF"/>
    <w:rsid w:val="008C7EA5"/>
    <w:rsid w:val="008D1DD2"/>
    <w:rsid w:val="008D29E6"/>
    <w:rsid w:val="008D55E9"/>
    <w:rsid w:val="008D688A"/>
    <w:rsid w:val="008D77B1"/>
    <w:rsid w:val="008E01ED"/>
    <w:rsid w:val="008E20C0"/>
    <w:rsid w:val="008E2540"/>
    <w:rsid w:val="008E3C7D"/>
    <w:rsid w:val="008E48F5"/>
    <w:rsid w:val="008E7750"/>
    <w:rsid w:val="008F32DE"/>
    <w:rsid w:val="008F3F55"/>
    <w:rsid w:val="009059D8"/>
    <w:rsid w:val="00905B61"/>
    <w:rsid w:val="00905E1A"/>
    <w:rsid w:val="0090744E"/>
    <w:rsid w:val="0091120C"/>
    <w:rsid w:val="0091723F"/>
    <w:rsid w:val="00920EC9"/>
    <w:rsid w:val="00921AC5"/>
    <w:rsid w:val="009252A4"/>
    <w:rsid w:val="00927FB5"/>
    <w:rsid w:val="009337E2"/>
    <w:rsid w:val="00934BB0"/>
    <w:rsid w:val="0094183A"/>
    <w:rsid w:val="00941FE8"/>
    <w:rsid w:val="009457F2"/>
    <w:rsid w:val="00947247"/>
    <w:rsid w:val="0094766B"/>
    <w:rsid w:val="009504BA"/>
    <w:rsid w:val="00950EB6"/>
    <w:rsid w:val="00951C89"/>
    <w:rsid w:val="0095200C"/>
    <w:rsid w:val="00954FEA"/>
    <w:rsid w:val="009616B1"/>
    <w:rsid w:val="00962F1A"/>
    <w:rsid w:val="00963286"/>
    <w:rsid w:val="00964606"/>
    <w:rsid w:val="009650D2"/>
    <w:rsid w:val="0096517C"/>
    <w:rsid w:val="00965A8C"/>
    <w:rsid w:val="0097094C"/>
    <w:rsid w:val="00971DEA"/>
    <w:rsid w:val="00974212"/>
    <w:rsid w:val="0097603B"/>
    <w:rsid w:val="00980689"/>
    <w:rsid w:val="009812D9"/>
    <w:rsid w:val="00982793"/>
    <w:rsid w:val="009834CE"/>
    <w:rsid w:val="00990777"/>
    <w:rsid w:val="00990ACD"/>
    <w:rsid w:val="00994716"/>
    <w:rsid w:val="009A194D"/>
    <w:rsid w:val="009A25B5"/>
    <w:rsid w:val="009A2628"/>
    <w:rsid w:val="009A3F6E"/>
    <w:rsid w:val="009A42C1"/>
    <w:rsid w:val="009A441D"/>
    <w:rsid w:val="009C6CF6"/>
    <w:rsid w:val="009D26CA"/>
    <w:rsid w:val="009D35A5"/>
    <w:rsid w:val="009D6921"/>
    <w:rsid w:val="009E26E0"/>
    <w:rsid w:val="009E4257"/>
    <w:rsid w:val="009E4E9D"/>
    <w:rsid w:val="009E7453"/>
    <w:rsid w:val="009F0211"/>
    <w:rsid w:val="009F61BD"/>
    <w:rsid w:val="009F6806"/>
    <w:rsid w:val="00A06DB3"/>
    <w:rsid w:val="00A074A9"/>
    <w:rsid w:val="00A10D89"/>
    <w:rsid w:val="00A11D5A"/>
    <w:rsid w:val="00A136EF"/>
    <w:rsid w:val="00A2770C"/>
    <w:rsid w:val="00A325FC"/>
    <w:rsid w:val="00A340FC"/>
    <w:rsid w:val="00A4052F"/>
    <w:rsid w:val="00A408CF"/>
    <w:rsid w:val="00A40E31"/>
    <w:rsid w:val="00A41604"/>
    <w:rsid w:val="00A41876"/>
    <w:rsid w:val="00A432B8"/>
    <w:rsid w:val="00A4638C"/>
    <w:rsid w:val="00A46D1B"/>
    <w:rsid w:val="00A561B4"/>
    <w:rsid w:val="00A5642B"/>
    <w:rsid w:val="00A57BB9"/>
    <w:rsid w:val="00A61EED"/>
    <w:rsid w:val="00A678AE"/>
    <w:rsid w:val="00A712C5"/>
    <w:rsid w:val="00A71E11"/>
    <w:rsid w:val="00A7716E"/>
    <w:rsid w:val="00A805D1"/>
    <w:rsid w:val="00A838B5"/>
    <w:rsid w:val="00A84D4D"/>
    <w:rsid w:val="00A861DF"/>
    <w:rsid w:val="00A905A6"/>
    <w:rsid w:val="00A92CEE"/>
    <w:rsid w:val="00A93388"/>
    <w:rsid w:val="00A9338C"/>
    <w:rsid w:val="00A93A7A"/>
    <w:rsid w:val="00A9518B"/>
    <w:rsid w:val="00A966BA"/>
    <w:rsid w:val="00A97613"/>
    <w:rsid w:val="00A978E7"/>
    <w:rsid w:val="00AA543E"/>
    <w:rsid w:val="00AA5450"/>
    <w:rsid w:val="00AA549B"/>
    <w:rsid w:val="00AA5B6D"/>
    <w:rsid w:val="00AB0174"/>
    <w:rsid w:val="00AC01D2"/>
    <w:rsid w:val="00AC06AA"/>
    <w:rsid w:val="00AC3F27"/>
    <w:rsid w:val="00AD3230"/>
    <w:rsid w:val="00AD4D74"/>
    <w:rsid w:val="00AE1E47"/>
    <w:rsid w:val="00AE644A"/>
    <w:rsid w:val="00AF75DC"/>
    <w:rsid w:val="00B0049D"/>
    <w:rsid w:val="00B02C36"/>
    <w:rsid w:val="00B05CDD"/>
    <w:rsid w:val="00B07509"/>
    <w:rsid w:val="00B078A1"/>
    <w:rsid w:val="00B111B1"/>
    <w:rsid w:val="00B119CC"/>
    <w:rsid w:val="00B12177"/>
    <w:rsid w:val="00B12D8F"/>
    <w:rsid w:val="00B13913"/>
    <w:rsid w:val="00B13D22"/>
    <w:rsid w:val="00B14873"/>
    <w:rsid w:val="00B1727C"/>
    <w:rsid w:val="00B20834"/>
    <w:rsid w:val="00B23110"/>
    <w:rsid w:val="00B24506"/>
    <w:rsid w:val="00B24C6F"/>
    <w:rsid w:val="00B2511B"/>
    <w:rsid w:val="00B27E14"/>
    <w:rsid w:val="00B3138E"/>
    <w:rsid w:val="00B313D3"/>
    <w:rsid w:val="00B33C52"/>
    <w:rsid w:val="00B3554C"/>
    <w:rsid w:val="00B36C51"/>
    <w:rsid w:val="00B36D28"/>
    <w:rsid w:val="00B40099"/>
    <w:rsid w:val="00B512F5"/>
    <w:rsid w:val="00B52A66"/>
    <w:rsid w:val="00B548EC"/>
    <w:rsid w:val="00B5535D"/>
    <w:rsid w:val="00B56789"/>
    <w:rsid w:val="00B56E75"/>
    <w:rsid w:val="00B6160F"/>
    <w:rsid w:val="00B66990"/>
    <w:rsid w:val="00B722E6"/>
    <w:rsid w:val="00B7298F"/>
    <w:rsid w:val="00B74160"/>
    <w:rsid w:val="00B7605A"/>
    <w:rsid w:val="00B76CD9"/>
    <w:rsid w:val="00B77B65"/>
    <w:rsid w:val="00B77E96"/>
    <w:rsid w:val="00B813E2"/>
    <w:rsid w:val="00B83393"/>
    <w:rsid w:val="00B85F9C"/>
    <w:rsid w:val="00B8612D"/>
    <w:rsid w:val="00B90445"/>
    <w:rsid w:val="00B90CC5"/>
    <w:rsid w:val="00B95950"/>
    <w:rsid w:val="00B96B69"/>
    <w:rsid w:val="00BA1D02"/>
    <w:rsid w:val="00BA50D6"/>
    <w:rsid w:val="00BB2716"/>
    <w:rsid w:val="00BC3412"/>
    <w:rsid w:val="00BC4749"/>
    <w:rsid w:val="00BC7BF2"/>
    <w:rsid w:val="00BD0001"/>
    <w:rsid w:val="00BD1B61"/>
    <w:rsid w:val="00BD26D0"/>
    <w:rsid w:val="00BD5772"/>
    <w:rsid w:val="00BE312F"/>
    <w:rsid w:val="00BE5F39"/>
    <w:rsid w:val="00BF70A4"/>
    <w:rsid w:val="00C01B21"/>
    <w:rsid w:val="00C05CD3"/>
    <w:rsid w:val="00C12AF0"/>
    <w:rsid w:val="00C3026D"/>
    <w:rsid w:val="00C3769F"/>
    <w:rsid w:val="00C40AA3"/>
    <w:rsid w:val="00C463B6"/>
    <w:rsid w:val="00C4706C"/>
    <w:rsid w:val="00C47911"/>
    <w:rsid w:val="00C4795F"/>
    <w:rsid w:val="00C47DC9"/>
    <w:rsid w:val="00C51844"/>
    <w:rsid w:val="00C531AC"/>
    <w:rsid w:val="00C5527F"/>
    <w:rsid w:val="00C60214"/>
    <w:rsid w:val="00C61686"/>
    <w:rsid w:val="00C627F4"/>
    <w:rsid w:val="00C6382C"/>
    <w:rsid w:val="00C66C62"/>
    <w:rsid w:val="00C70625"/>
    <w:rsid w:val="00C73CEB"/>
    <w:rsid w:val="00C73D7C"/>
    <w:rsid w:val="00C751C4"/>
    <w:rsid w:val="00C81F2B"/>
    <w:rsid w:val="00C87230"/>
    <w:rsid w:val="00C9198A"/>
    <w:rsid w:val="00C924E2"/>
    <w:rsid w:val="00C949D1"/>
    <w:rsid w:val="00C94DAA"/>
    <w:rsid w:val="00CA0B21"/>
    <w:rsid w:val="00CA579E"/>
    <w:rsid w:val="00CA586E"/>
    <w:rsid w:val="00CB3CCE"/>
    <w:rsid w:val="00CB4E9F"/>
    <w:rsid w:val="00CC0046"/>
    <w:rsid w:val="00CC1633"/>
    <w:rsid w:val="00CC358E"/>
    <w:rsid w:val="00CC5518"/>
    <w:rsid w:val="00CC62F1"/>
    <w:rsid w:val="00CD3E98"/>
    <w:rsid w:val="00CD4CAF"/>
    <w:rsid w:val="00CD6637"/>
    <w:rsid w:val="00CD744C"/>
    <w:rsid w:val="00CE0120"/>
    <w:rsid w:val="00CE164D"/>
    <w:rsid w:val="00CE70FF"/>
    <w:rsid w:val="00D001E1"/>
    <w:rsid w:val="00D046ED"/>
    <w:rsid w:val="00D14E3D"/>
    <w:rsid w:val="00D16944"/>
    <w:rsid w:val="00D21188"/>
    <w:rsid w:val="00D218B0"/>
    <w:rsid w:val="00D3282E"/>
    <w:rsid w:val="00D3322A"/>
    <w:rsid w:val="00D34CD0"/>
    <w:rsid w:val="00D34DBC"/>
    <w:rsid w:val="00D36E68"/>
    <w:rsid w:val="00D40391"/>
    <w:rsid w:val="00D4105A"/>
    <w:rsid w:val="00D43C99"/>
    <w:rsid w:val="00D441C3"/>
    <w:rsid w:val="00D44B5B"/>
    <w:rsid w:val="00D47767"/>
    <w:rsid w:val="00D5331F"/>
    <w:rsid w:val="00D53327"/>
    <w:rsid w:val="00D5410F"/>
    <w:rsid w:val="00D54FB3"/>
    <w:rsid w:val="00D61AC4"/>
    <w:rsid w:val="00D6299C"/>
    <w:rsid w:val="00D62E57"/>
    <w:rsid w:val="00D6790D"/>
    <w:rsid w:val="00D719D9"/>
    <w:rsid w:val="00D71D9A"/>
    <w:rsid w:val="00D740AB"/>
    <w:rsid w:val="00D762C1"/>
    <w:rsid w:val="00D81C24"/>
    <w:rsid w:val="00D84D04"/>
    <w:rsid w:val="00D8627E"/>
    <w:rsid w:val="00D91121"/>
    <w:rsid w:val="00D928AF"/>
    <w:rsid w:val="00D932A9"/>
    <w:rsid w:val="00D93A06"/>
    <w:rsid w:val="00D94A2B"/>
    <w:rsid w:val="00DA1846"/>
    <w:rsid w:val="00DA18DC"/>
    <w:rsid w:val="00DA30E7"/>
    <w:rsid w:val="00DB1138"/>
    <w:rsid w:val="00DB267B"/>
    <w:rsid w:val="00DB37FF"/>
    <w:rsid w:val="00DB75E7"/>
    <w:rsid w:val="00DC2C45"/>
    <w:rsid w:val="00DC71E3"/>
    <w:rsid w:val="00DD0651"/>
    <w:rsid w:val="00DD452B"/>
    <w:rsid w:val="00DD5CBC"/>
    <w:rsid w:val="00DD7389"/>
    <w:rsid w:val="00DE2152"/>
    <w:rsid w:val="00DE442F"/>
    <w:rsid w:val="00DE5AC9"/>
    <w:rsid w:val="00DE6200"/>
    <w:rsid w:val="00DE6F12"/>
    <w:rsid w:val="00DE7EA0"/>
    <w:rsid w:val="00DF0FC3"/>
    <w:rsid w:val="00DF35BB"/>
    <w:rsid w:val="00DF3E34"/>
    <w:rsid w:val="00DF4D86"/>
    <w:rsid w:val="00E008AF"/>
    <w:rsid w:val="00E0127A"/>
    <w:rsid w:val="00E03699"/>
    <w:rsid w:val="00E03E9C"/>
    <w:rsid w:val="00E03FAA"/>
    <w:rsid w:val="00E15A7F"/>
    <w:rsid w:val="00E1626E"/>
    <w:rsid w:val="00E226C9"/>
    <w:rsid w:val="00E22E2C"/>
    <w:rsid w:val="00E37156"/>
    <w:rsid w:val="00E45D68"/>
    <w:rsid w:val="00E53D2E"/>
    <w:rsid w:val="00E617B2"/>
    <w:rsid w:val="00E74274"/>
    <w:rsid w:val="00E75F67"/>
    <w:rsid w:val="00E76DAD"/>
    <w:rsid w:val="00E77F79"/>
    <w:rsid w:val="00E81C68"/>
    <w:rsid w:val="00E83232"/>
    <w:rsid w:val="00E86F9D"/>
    <w:rsid w:val="00E8782F"/>
    <w:rsid w:val="00E87851"/>
    <w:rsid w:val="00E90887"/>
    <w:rsid w:val="00E90B8D"/>
    <w:rsid w:val="00E92869"/>
    <w:rsid w:val="00E934CC"/>
    <w:rsid w:val="00E95292"/>
    <w:rsid w:val="00E97962"/>
    <w:rsid w:val="00EA086A"/>
    <w:rsid w:val="00EA1538"/>
    <w:rsid w:val="00EA21CE"/>
    <w:rsid w:val="00EA279F"/>
    <w:rsid w:val="00EA3915"/>
    <w:rsid w:val="00EA4018"/>
    <w:rsid w:val="00EA704F"/>
    <w:rsid w:val="00EA7D91"/>
    <w:rsid w:val="00EB0654"/>
    <w:rsid w:val="00EB2203"/>
    <w:rsid w:val="00EB589A"/>
    <w:rsid w:val="00EB61EE"/>
    <w:rsid w:val="00EB6904"/>
    <w:rsid w:val="00EC3CB9"/>
    <w:rsid w:val="00EC7540"/>
    <w:rsid w:val="00ED0E1F"/>
    <w:rsid w:val="00ED3252"/>
    <w:rsid w:val="00ED38B1"/>
    <w:rsid w:val="00ED4753"/>
    <w:rsid w:val="00ED6B0E"/>
    <w:rsid w:val="00ED6DA6"/>
    <w:rsid w:val="00EE0033"/>
    <w:rsid w:val="00EE2297"/>
    <w:rsid w:val="00EE2979"/>
    <w:rsid w:val="00EE386E"/>
    <w:rsid w:val="00EF3AC3"/>
    <w:rsid w:val="00F029C3"/>
    <w:rsid w:val="00F039B4"/>
    <w:rsid w:val="00F054BB"/>
    <w:rsid w:val="00F1004E"/>
    <w:rsid w:val="00F111D4"/>
    <w:rsid w:val="00F11614"/>
    <w:rsid w:val="00F212E4"/>
    <w:rsid w:val="00F24536"/>
    <w:rsid w:val="00F275B7"/>
    <w:rsid w:val="00F3330C"/>
    <w:rsid w:val="00F3345E"/>
    <w:rsid w:val="00F419CB"/>
    <w:rsid w:val="00F46BA7"/>
    <w:rsid w:val="00F515D8"/>
    <w:rsid w:val="00F570D4"/>
    <w:rsid w:val="00F6099C"/>
    <w:rsid w:val="00F60B6A"/>
    <w:rsid w:val="00F6216E"/>
    <w:rsid w:val="00F7273A"/>
    <w:rsid w:val="00F744A5"/>
    <w:rsid w:val="00F74641"/>
    <w:rsid w:val="00F74869"/>
    <w:rsid w:val="00F822D8"/>
    <w:rsid w:val="00F83237"/>
    <w:rsid w:val="00F8444A"/>
    <w:rsid w:val="00F8469F"/>
    <w:rsid w:val="00F850C0"/>
    <w:rsid w:val="00F85751"/>
    <w:rsid w:val="00F928D7"/>
    <w:rsid w:val="00F935F3"/>
    <w:rsid w:val="00F95E7F"/>
    <w:rsid w:val="00FB26A6"/>
    <w:rsid w:val="00FC0A71"/>
    <w:rsid w:val="00FD04FF"/>
    <w:rsid w:val="00FD15B2"/>
    <w:rsid w:val="00FD29A0"/>
    <w:rsid w:val="00FD3C92"/>
    <w:rsid w:val="00FD404E"/>
    <w:rsid w:val="00FD5BD6"/>
    <w:rsid w:val="00FE0153"/>
    <w:rsid w:val="00FE05D6"/>
    <w:rsid w:val="00FE075C"/>
    <w:rsid w:val="00FE6A85"/>
    <w:rsid w:val="00FF2221"/>
    <w:rsid w:val="00FF303B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D495E09"/>
  <w15:docId w15:val="{4BF3A461-2679-4DFE-9E79-7D2C3E9F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CG Times (WN)" w:hAnsi="CG Times (WN)"/>
      <w:sz w:val="22"/>
      <w:lang w:eastAsia="en-US"/>
    </w:rPr>
  </w:style>
  <w:style w:type="paragraph" w:styleId="Ttulo1">
    <w:name w:val="heading 1"/>
    <w:basedOn w:val="Normal"/>
    <w:next w:val="Avanonormal"/>
    <w:qFormat/>
    <w:pPr>
      <w:spacing w:before="480"/>
      <w:ind w:left="993" w:hanging="993"/>
      <w:outlineLvl w:val="0"/>
    </w:pPr>
    <w:rPr>
      <w:b/>
      <w:caps/>
      <w:sz w:val="30"/>
    </w:rPr>
  </w:style>
  <w:style w:type="paragraph" w:styleId="Ttulo2">
    <w:name w:val="heading 2"/>
    <w:basedOn w:val="Normal"/>
    <w:next w:val="Avanonormal"/>
    <w:qFormat/>
    <w:pPr>
      <w:spacing w:before="240"/>
      <w:ind w:left="993" w:hanging="993"/>
      <w:outlineLvl w:val="1"/>
    </w:pPr>
    <w:rPr>
      <w:b/>
      <w:caps/>
      <w:sz w:val="26"/>
    </w:rPr>
  </w:style>
  <w:style w:type="paragraph" w:styleId="Ttulo3">
    <w:name w:val="heading 3"/>
    <w:basedOn w:val="Normal"/>
    <w:next w:val="Avanonormal"/>
    <w:qFormat/>
    <w:pPr>
      <w:spacing w:before="240"/>
      <w:ind w:left="993" w:hanging="993"/>
      <w:outlineLvl w:val="2"/>
    </w:pPr>
    <w:rPr>
      <w:b/>
      <w:sz w:val="24"/>
    </w:rPr>
  </w:style>
  <w:style w:type="paragraph" w:styleId="Ttulo4">
    <w:name w:val="heading 4"/>
    <w:basedOn w:val="Normal"/>
    <w:next w:val="Avanonormal"/>
    <w:qFormat/>
    <w:pPr>
      <w:spacing w:before="240"/>
      <w:ind w:left="993" w:hanging="993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spacing w:before="240"/>
      <w:jc w:val="center"/>
      <w:outlineLvl w:val="4"/>
    </w:pPr>
    <w:rPr>
      <w:rFonts w:ascii="Times New Roman" w:hAnsi="Times New Roman"/>
      <w:b/>
      <w:sz w:val="20"/>
      <w:u w:val="single"/>
    </w:rPr>
  </w:style>
  <w:style w:type="paragraph" w:styleId="Ttulo6">
    <w:name w:val="heading 6"/>
    <w:basedOn w:val="Normal"/>
    <w:next w:val="Normal"/>
    <w:qFormat/>
    <w:pPr>
      <w:keepNext/>
      <w:tabs>
        <w:tab w:val="left" w:pos="177"/>
      </w:tabs>
      <w:ind w:left="743" w:right="34" w:hanging="743"/>
      <w:outlineLvl w:val="5"/>
    </w:pPr>
    <w:rPr>
      <w:rFonts w:ascii="Times New Roman" w:hAnsi="Times New Roman"/>
      <w:b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left" w:pos="177"/>
      </w:tabs>
      <w:ind w:left="743" w:right="34" w:hanging="709"/>
      <w:outlineLvl w:val="6"/>
    </w:pPr>
    <w:rPr>
      <w:rFonts w:ascii="Times New Roman" w:hAnsi="Times New Roman"/>
      <w:u w:val="single"/>
    </w:rPr>
  </w:style>
  <w:style w:type="paragraph" w:styleId="Ttulo8">
    <w:name w:val="heading 8"/>
    <w:basedOn w:val="Normal"/>
    <w:next w:val="Normal"/>
    <w:qFormat/>
    <w:pPr>
      <w:keepNext/>
      <w:tabs>
        <w:tab w:val="left" w:pos="177"/>
      </w:tabs>
      <w:ind w:left="743" w:right="34" w:hanging="743"/>
      <w:outlineLvl w:val="7"/>
    </w:pPr>
    <w:rPr>
      <w:rFonts w:ascii="Times New Roman" w:hAnsi="Times New Roman"/>
      <w:u w:val="single"/>
    </w:rPr>
  </w:style>
  <w:style w:type="paragraph" w:styleId="Ttulo9">
    <w:name w:val="heading 9"/>
    <w:basedOn w:val="Normal"/>
    <w:next w:val="Normal"/>
    <w:qFormat/>
    <w:pPr>
      <w:keepNext/>
      <w:ind w:right="-86"/>
      <w:jc w:val="center"/>
      <w:outlineLvl w:val="8"/>
    </w:pPr>
    <w:rPr>
      <w:rFonts w:ascii="Times New Roman" w:hAnsi="Times New Roman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normal">
    <w:name w:val="Normal Indent"/>
    <w:basedOn w:val="Normal"/>
    <w:pPr>
      <w:ind w:left="993"/>
    </w:pPr>
  </w:style>
  <w:style w:type="paragraph" w:styleId="ndice4">
    <w:name w:val="toc 4"/>
    <w:basedOn w:val="Ttulo4"/>
    <w:semiHidden/>
    <w:pPr>
      <w:outlineLvl w:val="9"/>
    </w:pPr>
  </w:style>
  <w:style w:type="paragraph" w:styleId="ndice3">
    <w:name w:val="toc 3"/>
    <w:basedOn w:val="Ttulo3"/>
    <w:semiHidden/>
    <w:pPr>
      <w:outlineLvl w:val="9"/>
    </w:pPr>
  </w:style>
  <w:style w:type="paragraph" w:styleId="ndice2">
    <w:name w:val="toc 2"/>
    <w:basedOn w:val="Ttulo2"/>
    <w:semiHidden/>
    <w:pPr>
      <w:outlineLvl w:val="9"/>
    </w:pPr>
  </w:style>
  <w:style w:type="paragraph" w:styleId="ndice1">
    <w:name w:val="toc 1"/>
    <w:basedOn w:val="Ttulo1"/>
    <w:semiHidden/>
    <w:pPr>
      <w:outlineLvl w:val="9"/>
    </w:pPr>
  </w:style>
  <w:style w:type="paragraph" w:styleId="Rodap">
    <w:name w:val="footer"/>
    <w:basedOn w:val="Normal"/>
    <w:pPr>
      <w:jc w:val="center"/>
    </w:pPr>
    <w:rPr>
      <w:sz w:val="12"/>
    </w:rPr>
  </w:style>
  <w:style w:type="paragraph" w:styleId="Cabealho">
    <w:name w:val="header"/>
    <w:basedOn w:val="Normal"/>
    <w:next w:val="Normal"/>
    <w:link w:val="CabealhoCarter"/>
    <w:pPr>
      <w:jc w:val="center"/>
    </w:pPr>
    <w:rPr>
      <w:b/>
      <w:caps/>
      <w:sz w:val="34"/>
    </w:rPr>
  </w:style>
  <w:style w:type="paragraph" w:customStyle="1" w:styleId="NotadeRodap">
    <w:name w:val="Nota de Rodapé"/>
    <w:basedOn w:val="Normal"/>
    <w:rPr>
      <w:sz w:val="16"/>
    </w:rPr>
  </w:style>
  <w:style w:type="paragraph" w:styleId="Textodebloco">
    <w:name w:val="Block Text"/>
    <w:basedOn w:val="Normal"/>
    <w:pPr>
      <w:tabs>
        <w:tab w:val="left" w:pos="177"/>
      </w:tabs>
      <w:overflowPunct w:val="0"/>
      <w:autoSpaceDE w:val="0"/>
      <w:autoSpaceDN w:val="0"/>
      <w:adjustRightInd w:val="0"/>
      <w:ind w:left="743" w:right="34" w:hanging="709"/>
      <w:textAlignment w:val="baseline"/>
    </w:pPr>
    <w:rPr>
      <w:rFonts w:ascii="Times New Roman" w:hAnsi="Times New Roman"/>
      <w:sz w:val="24"/>
    </w:r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tabs>
        <w:tab w:val="left" w:pos="-1985"/>
      </w:tabs>
      <w:ind w:left="743"/>
    </w:pPr>
    <w:rPr>
      <w:rFonts w:ascii="Times New Roman" w:hAnsi="Times New Roman"/>
    </w:rPr>
  </w:style>
  <w:style w:type="paragraph" w:styleId="Corpodetexto">
    <w:name w:val="Body Text"/>
    <w:basedOn w:val="Normal"/>
    <w:link w:val="CorpodetextoCarter"/>
    <w:rPr>
      <w:rFonts w:ascii="Times New Roman" w:hAnsi="Times New Roman"/>
      <w:sz w:val="20"/>
    </w:rPr>
  </w:style>
  <w:style w:type="paragraph" w:styleId="Corpodetexto2">
    <w:name w:val="Body Text 2"/>
    <w:basedOn w:val="Normal"/>
    <w:pPr>
      <w:spacing w:before="120" w:line="360" w:lineRule="auto"/>
    </w:pPr>
    <w:rPr>
      <w:rFonts w:ascii="Times New Roman" w:hAnsi="Times New Roman"/>
      <w:b/>
      <w:i/>
    </w:rPr>
  </w:style>
  <w:style w:type="paragraph" w:styleId="Textodebalo">
    <w:name w:val="Balloon Text"/>
    <w:basedOn w:val="Normal"/>
    <w:semiHidden/>
    <w:rsid w:val="000B385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8434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uiPriority w:val="99"/>
    <w:rsid w:val="005D5A52"/>
    <w:rPr>
      <w:rFonts w:ascii="CG Times (WN)" w:hAnsi="CG Times (WN)"/>
      <w:b/>
      <w:caps/>
      <w:sz w:val="34"/>
      <w:lang w:eastAsia="en-US"/>
    </w:rPr>
  </w:style>
  <w:style w:type="character" w:styleId="Hiperligao">
    <w:name w:val="Hyperlink"/>
    <w:basedOn w:val="Tipodeletrapredefinidodopargrafo"/>
    <w:uiPriority w:val="99"/>
    <w:rsid w:val="00BC4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1E11"/>
    <w:pPr>
      <w:ind w:left="720"/>
      <w:contextualSpacing/>
    </w:pPr>
  </w:style>
  <w:style w:type="paragraph" w:styleId="Textosimples">
    <w:name w:val="Plain Text"/>
    <w:basedOn w:val="Normal"/>
    <w:link w:val="TextosimplesCarter"/>
    <w:uiPriority w:val="99"/>
    <w:rsid w:val="00624D29"/>
    <w:pPr>
      <w:jc w:val="left"/>
    </w:pPr>
    <w:rPr>
      <w:rFonts w:ascii="Calibri" w:hAnsi="Calibri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24D29"/>
    <w:rPr>
      <w:rFonts w:ascii="Calibri" w:hAnsi="Calibri"/>
      <w:sz w:val="22"/>
      <w:szCs w:val="21"/>
      <w:lang w:eastAsia="en-US"/>
    </w:rPr>
  </w:style>
  <w:style w:type="character" w:customStyle="1" w:styleId="labels1">
    <w:name w:val="labels1"/>
    <w:basedOn w:val="Tipodeletrapredefinidodopargrafo"/>
    <w:rsid w:val="0076430D"/>
    <w:rPr>
      <w:rFonts w:ascii="Verdana" w:hAnsi="Verdana" w:hint="default"/>
      <w:b w:val="0"/>
      <w:bCs w:val="0"/>
      <w:color w:val="004489"/>
      <w:sz w:val="15"/>
      <w:szCs w:val="15"/>
    </w:rPr>
  </w:style>
  <w:style w:type="character" w:styleId="Hiperligaovisitada">
    <w:name w:val="FollowedHyperlink"/>
    <w:basedOn w:val="Tipodeletrapredefinidodopargrafo"/>
    <w:rsid w:val="00573B98"/>
    <w:rPr>
      <w:color w:val="800080" w:themeColor="followedHyperlink"/>
      <w:u w:val="single"/>
    </w:rPr>
  </w:style>
  <w:style w:type="character" w:customStyle="1" w:styleId="CorpodetextoCarter">
    <w:name w:val="Corpo de texto Caráter"/>
    <w:basedOn w:val="Tipodeletrapredefinidodopargrafo"/>
    <w:link w:val="Corpodetexto"/>
    <w:rsid w:val="001A0310"/>
    <w:rPr>
      <w:lang w:eastAsia="en-US"/>
    </w:rPr>
  </w:style>
  <w:style w:type="table" w:customStyle="1" w:styleId="RE1">
    <w:name w:val="RE 1"/>
    <w:basedOn w:val="Tabelanormal"/>
    <w:uiPriority w:val="99"/>
    <w:rsid w:val="005D0ADD"/>
    <w:pPr>
      <w:spacing w:before="120" w:after="120"/>
      <w:jc w:val="center"/>
    </w:pPr>
    <w:rPr>
      <w:rFonts w:ascii="Arial" w:eastAsiaTheme="minorHAnsi" w:hAnsi="Arial" w:cstheme="minorBidi"/>
      <w:sz w:val="18"/>
      <w:szCs w:val="22"/>
      <w:lang w:val="en-US"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62410D"/>
    <w:rPr>
      <w:color w:val="808080"/>
    </w:rPr>
  </w:style>
  <w:style w:type="paragraph" w:customStyle="1" w:styleId="AllCapsHeading">
    <w:name w:val="All Caps Heading"/>
    <w:basedOn w:val="Normal"/>
    <w:rsid w:val="00814998"/>
    <w:pPr>
      <w:jc w:val="left"/>
    </w:pPr>
    <w:rPr>
      <w:rFonts w:ascii="Tahoma" w:hAnsi="Tahoma" w:cs="Tahoma"/>
      <w:b/>
      <w:caps/>
      <w:color w:val="808080"/>
      <w:spacing w:val="4"/>
      <w:sz w:val="14"/>
      <w:szCs w:val="14"/>
      <w:lang w:val="en-US" w:bidi="en-US"/>
    </w:rPr>
  </w:style>
  <w:style w:type="paragraph" w:styleId="Textodenotadefim">
    <w:name w:val="endnote text"/>
    <w:basedOn w:val="Normal"/>
    <w:link w:val="TextodenotadefimCarter"/>
    <w:rsid w:val="005D5CE5"/>
    <w:rPr>
      <w:sz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rsid w:val="005D5CE5"/>
    <w:rPr>
      <w:rFonts w:ascii="CG Times (WN)" w:hAnsi="CG Times (WN)"/>
      <w:lang w:eastAsia="en-US"/>
    </w:rPr>
  </w:style>
  <w:style w:type="character" w:styleId="Refdenotadefim">
    <w:name w:val="endnote reference"/>
    <w:basedOn w:val="Tipodeletrapredefinidodopargrafo"/>
    <w:rsid w:val="005D5C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glossaryDocument" Target="glossary/document.xml"/><Relationship Id="rId10" Type="http://schemas.openxmlformats.org/officeDocument/2006/relationships/control" Target="activeX/activeX1.xm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aplicacoes.refer.pt/Geral/eFavoritos/openDMS.aspx?Documento=10003601122&amp;TPDoc=380&amp;DocParcial=00&amp;Versao=0" TargetMode="External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~1\MSOFFICE\WINWORD\TEMPLATE\FICHA_PR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43C3EC113D4F94B1108161CC92AE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B67B61-D758-44DF-8A36-7B574AD887A9}"/>
      </w:docPartPr>
      <w:docPartBody>
        <w:p w:rsidR="004B5ED6" w:rsidRDefault="00960555" w:rsidP="00960555">
          <w:pPr>
            <w:pStyle w:val="CB43C3EC113D4F94B1108161CC92AE5D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B962A2F56B5D4B6989984F35A5A505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A2E157-385F-45B2-87BD-6551008A87B2}"/>
      </w:docPartPr>
      <w:docPartBody>
        <w:p w:rsidR="004B5ED6" w:rsidRDefault="00960555" w:rsidP="00960555">
          <w:pPr>
            <w:pStyle w:val="B962A2F56B5D4B6989984F35A5A50567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DB1FA48A101A445BAFF414E16A5CD9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4015BE-2003-45E2-84B8-E7EE4B34A8F0}"/>
      </w:docPartPr>
      <w:docPartBody>
        <w:p w:rsidR="004B5ED6" w:rsidRDefault="00960555" w:rsidP="00960555">
          <w:pPr>
            <w:pStyle w:val="DB1FA48A101A445BAFF414E16A5CD9E8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0FF10ABF0C06418E914CC315B79E7A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A57363-E8A3-4876-9053-90503801465B}"/>
      </w:docPartPr>
      <w:docPartBody>
        <w:p w:rsidR="005A10E5" w:rsidRDefault="00BD13F9" w:rsidP="00BD13F9">
          <w:pPr>
            <w:pStyle w:val="0FF10ABF0C06418E914CC315B79E7AF0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E9F"/>
    <w:rsid w:val="001157C0"/>
    <w:rsid w:val="00321E9F"/>
    <w:rsid w:val="004B5ED6"/>
    <w:rsid w:val="005A10E5"/>
    <w:rsid w:val="008A3367"/>
    <w:rsid w:val="00960555"/>
    <w:rsid w:val="00BD13F9"/>
    <w:rsid w:val="00D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D13F9"/>
  </w:style>
  <w:style w:type="paragraph" w:customStyle="1" w:styleId="CB43C3EC113D4F94B1108161CC92AE5D">
    <w:name w:val="CB43C3EC113D4F94B1108161CC92AE5D"/>
    <w:rsid w:val="00960555"/>
  </w:style>
  <w:style w:type="paragraph" w:customStyle="1" w:styleId="B962A2F56B5D4B6989984F35A5A50567">
    <w:name w:val="B962A2F56B5D4B6989984F35A5A50567"/>
    <w:rsid w:val="00960555"/>
  </w:style>
  <w:style w:type="paragraph" w:customStyle="1" w:styleId="DB1FA48A101A445BAFF414E16A5CD9E8">
    <w:name w:val="DB1FA48A101A445BAFF414E16A5CD9E8"/>
    <w:rsid w:val="00960555"/>
  </w:style>
  <w:style w:type="paragraph" w:customStyle="1" w:styleId="0FF10ABF0C06418E914CC315B79E7AF0">
    <w:name w:val="0FF10ABF0C06418E914CC315B79E7AF0"/>
    <w:rsid w:val="00BD13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1A436978-E5F9-4F12-B42D-5598FB043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1B46D-284D-41C4-81D8-6CBA5790E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FICHA_PR.DOT</Template>
  <TotalTime>148</TotalTime>
  <Pages>2</Pages>
  <Words>251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Travessia a Céu Aberto - Parte II (EF)</vt:lpstr>
    </vt:vector>
  </TitlesOfParts>
  <Company>IP, SA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Parte II (EF)</dc:title>
  <dc:creator>sergio.calado@infraestruturasdeportugal.pt</dc:creator>
  <cp:keywords/>
  <cp:lastModifiedBy>Sérgio Rui Oliveira Calado</cp:lastModifiedBy>
  <cp:revision>23</cp:revision>
  <cp:lastPrinted>2016-03-28T11:11:00Z</cp:lastPrinted>
  <dcterms:created xsi:type="dcterms:W3CDTF">2019-02-26T21:53:00Z</dcterms:created>
  <dcterms:modified xsi:type="dcterms:W3CDTF">2024-01-23T10:47:00Z</dcterms:modified>
</cp:coreProperties>
</file>